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2ABA" w:rsidRPr="00F57A48" w:rsidRDefault="00242ABA" w:rsidP="009A3102">
      <w:pPr>
        <w:pStyle w:val="unnamed1"/>
        <w:spacing w:before="0" w:after="0" w:line="240" w:lineRule="auto"/>
        <w:jc w:val="both"/>
        <w:rPr>
          <w:rFonts w:asciiTheme="minorHAnsi" w:hAnsiTheme="minorHAnsi"/>
          <w:b/>
          <w:bCs/>
          <w:caps/>
          <w:sz w:val="24"/>
          <w:szCs w:val="24"/>
        </w:rPr>
      </w:pPr>
      <w:r w:rsidRPr="00F57A48">
        <w:rPr>
          <w:rFonts w:asciiTheme="minorHAnsi" w:hAnsiTheme="minorHAnsi"/>
          <w:b/>
          <w:caps/>
          <w:sz w:val="24"/>
          <w:szCs w:val="24"/>
        </w:rPr>
        <w:t xml:space="preserve">Encontro 12: </w:t>
      </w:r>
      <w:r w:rsidRPr="00F57A48">
        <w:rPr>
          <w:rFonts w:asciiTheme="minorHAnsi" w:hAnsiTheme="minorHAnsi"/>
          <w:b/>
          <w:bCs/>
          <w:caps/>
          <w:sz w:val="24"/>
          <w:szCs w:val="24"/>
        </w:rPr>
        <w:t xml:space="preserve">A memória do patrimônio </w:t>
      </w:r>
      <w:r w:rsidRPr="00F57A48">
        <w:rPr>
          <w:rFonts w:asciiTheme="minorHAnsi" w:hAnsiTheme="minorHAnsi"/>
          <w:b/>
          <w:bCs/>
          <w:caps/>
          <w:color w:val="000000" w:themeColor="text1"/>
          <w:sz w:val="24"/>
          <w:szCs w:val="24"/>
        </w:rPr>
        <w:t>cultural</w:t>
      </w:r>
      <w:r w:rsidRPr="00F57A48">
        <w:rPr>
          <w:rFonts w:asciiTheme="minorHAnsi" w:hAnsiTheme="minorHAnsi"/>
          <w:b/>
          <w:bCs/>
          <w:caps/>
          <w:sz w:val="24"/>
          <w:szCs w:val="24"/>
        </w:rPr>
        <w:t xml:space="preserve"> e curad</w:t>
      </w:r>
      <w:r w:rsidR="00172B50">
        <w:rPr>
          <w:rFonts w:asciiTheme="minorHAnsi" w:hAnsiTheme="minorHAnsi"/>
          <w:b/>
          <w:bCs/>
          <w:caps/>
          <w:sz w:val="24"/>
          <w:szCs w:val="24"/>
        </w:rPr>
        <w:t>oria de fontes, para projetos dA</w:t>
      </w:r>
      <w:r w:rsidRPr="00F57A48">
        <w:rPr>
          <w:rFonts w:asciiTheme="minorHAnsi" w:hAnsiTheme="minorHAnsi"/>
          <w:b/>
          <w:bCs/>
          <w:caps/>
          <w:sz w:val="24"/>
          <w:szCs w:val="24"/>
        </w:rPr>
        <w:t xml:space="preserve"> história local, com o Historypin</w:t>
      </w:r>
    </w:p>
    <w:p w:rsidR="008B3AA0" w:rsidRPr="00F57A48" w:rsidRDefault="008B3AA0" w:rsidP="009A3102">
      <w:pPr>
        <w:pStyle w:val="unnamed1"/>
        <w:spacing w:before="0" w:after="0" w:line="240" w:lineRule="auto"/>
        <w:jc w:val="both"/>
        <w:rPr>
          <w:rFonts w:asciiTheme="minorHAnsi" w:hAnsiTheme="minorHAnsi"/>
          <w:sz w:val="20"/>
          <w:szCs w:val="20"/>
        </w:rPr>
      </w:pPr>
    </w:p>
    <w:tbl>
      <w:tblPr>
        <w:tblStyle w:val="Estilo1"/>
        <w:tblW w:w="0" w:type="auto"/>
        <w:tblLayout w:type="fixed"/>
        <w:tblLook w:val="04A0" w:firstRow="1" w:lastRow="0" w:firstColumn="1" w:lastColumn="0" w:noHBand="0" w:noVBand="1"/>
      </w:tblPr>
      <w:tblGrid>
        <w:gridCol w:w="2312"/>
        <w:gridCol w:w="1057"/>
        <w:gridCol w:w="2996"/>
        <w:gridCol w:w="4860"/>
        <w:gridCol w:w="2993"/>
      </w:tblGrid>
      <w:tr w:rsidR="008B3AA0" w:rsidRPr="00CF09B4" w:rsidTr="00CF09B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312" w:type="dxa"/>
          </w:tcPr>
          <w:p w:rsidR="008B3AA0" w:rsidRPr="00CF09B4" w:rsidRDefault="008B3AA0" w:rsidP="000C67BE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/>
                <w:b w:val="0"/>
                <w:sz w:val="20"/>
                <w:szCs w:val="20"/>
              </w:rPr>
            </w:pPr>
            <w:r w:rsidRPr="00CF09B4">
              <w:rPr>
                <w:rFonts w:asciiTheme="minorHAnsi" w:hAnsiTheme="minorHAnsi"/>
                <w:sz w:val="20"/>
                <w:szCs w:val="20"/>
              </w:rPr>
              <w:t>AÇÃO</w:t>
            </w:r>
          </w:p>
        </w:tc>
        <w:tc>
          <w:tcPr>
            <w:tcW w:w="1057" w:type="dxa"/>
          </w:tcPr>
          <w:p w:rsidR="008B3AA0" w:rsidRPr="00CF09B4" w:rsidRDefault="008B3AA0" w:rsidP="000C67BE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/>
                <w:b w:val="0"/>
                <w:sz w:val="20"/>
                <w:szCs w:val="20"/>
              </w:rPr>
            </w:pPr>
            <w:r w:rsidRPr="00CF09B4">
              <w:rPr>
                <w:rFonts w:asciiTheme="minorHAnsi" w:hAnsiTheme="minorHAnsi"/>
                <w:sz w:val="20"/>
                <w:szCs w:val="20"/>
              </w:rPr>
              <w:t>TEMPO</w:t>
            </w:r>
          </w:p>
        </w:tc>
        <w:tc>
          <w:tcPr>
            <w:tcW w:w="2996" w:type="dxa"/>
          </w:tcPr>
          <w:p w:rsidR="008B3AA0" w:rsidRPr="00CF09B4" w:rsidRDefault="008B3AA0" w:rsidP="000C67BE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/>
                <w:b w:val="0"/>
                <w:sz w:val="20"/>
                <w:szCs w:val="20"/>
              </w:rPr>
            </w:pPr>
            <w:r w:rsidRPr="00CF09B4">
              <w:rPr>
                <w:rFonts w:asciiTheme="minorHAnsi" w:hAnsiTheme="minorHAnsi"/>
                <w:sz w:val="20"/>
                <w:szCs w:val="20"/>
              </w:rPr>
              <w:t>ATIVIDADE</w:t>
            </w:r>
          </w:p>
        </w:tc>
        <w:tc>
          <w:tcPr>
            <w:tcW w:w="4860" w:type="dxa"/>
          </w:tcPr>
          <w:p w:rsidR="008B3AA0" w:rsidRPr="00CF09B4" w:rsidRDefault="008B3AA0" w:rsidP="000C67BE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/>
                <w:b w:val="0"/>
                <w:sz w:val="20"/>
                <w:szCs w:val="20"/>
              </w:rPr>
            </w:pPr>
            <w:r w:rsidRPr="00CF09B4">
              <w:rPr>
                <w:rFonts w:asciiTheme="minorHAnsi" w:hAnsiTheme="minorHAnsi"/>
                <w:sz w:val="20"/>
                <w:szCs w:val="20"/>
              </w:rPr>
              <w:t>DESENVOLVIMENTO DA ATIVIDADE</w:t>
            </w:r>
          </w:p>
        </w:tc>
        <w:tc>
          <w:tcPr>
            <w:tcW w:w="2993" w:type="dxa"/>
          </w:tcPr>
          <w:p w:rsidR="008B3AA0" w:rsidRPr="00CF09B4" w:rsidRDefault="008B3AA0" w:rsidP="000C67BE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/>
                <w:b w:val="0"/>
                <w:sz w:val="20"/>
                <w:szCs w:val="20"/>
              </w:rPr>
            </w:pPr>
            <w:r w:rsidRPr="00CF09B4">
              <w:rPr>
                <w:rFonts w:asciiTheme="minorHAnsi" w:hAnsiTheme="minorHAnsi"/>
                <w:sz w:val="20"/>
                <w:szCs w:val="20"/>
              </w:rPr>
              <w:t>RECURSOS NECESSÁRIOS</w:t>
            </w:r>
          </w:p>
        </w:tc>
      </w:tr>
      <w:tr w:rsidR="008B3AA0" w:rsidRPr="00CF09B4" w:rsidTr="00CF09B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312" w:type="dxa"/>
          </w:tcPr>
          <w:p w:rsidR="008B3AA0" w:rsidRPr="00CF09B4" w:rsidRDefault="008B3AA0" w:rsidP="000C67BE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 w:rsidRPr="00CF09B4">
              <w:rPr>
                <w:rFonts w:asciiTheme="minorHAnsi" w:hAnsiTheme="minorHAnsi"/>
                <w:b/>
                <w:sz w:val="20"/>
                <w:szCs w:val="20"/>
              </w:rPr>
              <w:t>AQUECIMENTO</w:t>
            </w:r>
          </w:p>
        </w:tc>
        <w:tc>
          <w:tcPr>
            <w:tcW w:w="1057" w:type="dxa"/>
          </w:tcPr>
          <w:p w:rsidR="008B3AA0" w:rsidRPr="00CF09B4" w:rsidRDefault="008B3AA0" w:rsidP="000C67BE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CF09B4">
              <w:rPr>
                <w:rFonts w:asciiTheme="minorHAnsi" w:hAnsiTheme="minorHAnsi"/>
                <w:sz w:val="20"/>
                <w:szCs w:val="20"/>
              </w:rPr>
              <w:t>15 min</w:t>
            </w:r>
          </w:p>
        </w:tc>
        <w:tc>
          <w:tcPr>
            <w:tcW w:w="2996" w:type="dxa"/>
          </w:tcPr>
          <w:p w:rsidR="008B3AA0" w:rsidRPr="00CF09B4" w:rsidRDefault="008B3AA0" w:rsidP="000C67BE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CF09B4">
              <w:rPr>
                <w:rFonts w:asciiTheme="minorHAnsi" w:hAnsiTheme="minorHAnsi"/>
                <w:sz w:val="20"/>
                <w:szCs w:val="20"/>
              </w:rPr>
              <w:t>Perguntas desafiadoras</w:t>
            </w:r>
          </w:p>
        </w:tc>
        <w:tc>
          <w:tcPr>
            <w:tcW w:w="4860" w:type="dxa"/>
          </w:tcPr>
          <w:p w:rsidR="00856AC3" w:rsidRPr="00CF09B4" w:rsidRDefault="008B3AA0" w:rsidP="000C67BE">
            <w:pPr>
              <w:pStyle w:val="unnamed1"/>
              <w:spacing w:before="0" w:line="240" w:lineRule="auto"/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CF09B4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- Lance a 1ª pergunta: </w:t>
            </w:r>
            <w:r w:rsidR="007961C7" w:rsidRPr="00CF09B4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Você tem conseguido integrar temas da História Local em seu planejamento?</w:t>
            </w:r>
          </w:p>
          <w:p w:rsidR="00856AC3" w:rsidRPr="00CF09B4" w:rsidRDefault="008B3AA0" w:rsidP="000C67BE">
            <w:pPr>
              <w:pStyle w:val="unnamed1"/>
              <w:spacing w:before="0" w:line="240" w:lineRule="auto"/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CF09B4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- Lance a 2ª pergunta: </w:t>
            </w:r>
            <w:r w:rsidR="007961C7" w:rsidRPr="00CF09B4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Quais são os benefícios de se trabalhar com os alunos a História Local?</w:t>
            </w:r>
          </w:p>
          <w:p w:rsidR="00856AC3" w:rsidRPr="00CF09B4" w:rsidRDefault="00242ABA" w:rsidP="000C67BE">
            <w:pPr>
              <w:pStyle w:val="unnamed1"/>
              <w:spacing w:before="0" w:line="240" w:lineRule="auto"/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CF09B4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- Lance a 3ª pergunta: </w:t>
            </w:r>
            <w:r w:rsidR="007961C7" w:rsidRPr="00CF09B4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Você já considerou a possibilidade de realizar trabalhos de campo para documentar características da localidade em que sua escola está inserida?</w:t>
            </w:r>
          </w:p>
          <w:p w:rsidR="008F672D" w:rsidRPr="00CF09B4" w:rsidRDefault="008B3AA0" w:rsidP="000C67BE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/>
                <w:color w:val="FF0000"/>
                <w:sz w:val="20"/>
                <w:szCs w:val="20"/>
              </w:rPr>
            </w:pPr>
            <w:r w:rsidRPr="00CF09B4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- </w:t>
            </w:r>
            <w:r w:rsidR="00242ABA" w:rsidRPr="00CF09B4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Encaminh</w:t>
            </w:r>
            <w:r w:rsidR="00351899" w:rsidRPr="00CF09B4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e</w:t>
            </w:r>
            <w:r w:rsidR="00242ABA" w:rsidRPr="00CF09B4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 a discussão </w:t>
            </w:r>
            <w:r w:rsidR="00E37A23" w:rsidRPr="00CF09B4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mostrando</w:t>
            </w:r>
            <w:r w:rsidR="00242ABA" w:rsidRPr="00CF09B4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 a importância do trabalho com a História Local para construção da i</w:t>
            </w:r>
            <w:r w:rsidR="00E37A23" w:rsidRPr="00CF09B4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dentidade dos alunos, estabelecendo</w:t>
            </w:r>
            <w:r w:rsidR="00242ABA" w:rsidRPr="00CF09B4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 novos padrões de relacionamento com a comunidade e promov</w:t>
            </w:r>
            <w:r w:rsidR="00E37A23" w:rsidRPr="00CF09B4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endo</w:t>
            </w:r>
            <w:r w:rsidR="00242ABA" w:rsidRPr="00CF09B4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 o diálogo entre as crianças e os </w:t>
            </w:r>
            <w:r w:rsidR="00E37A23" w:rsidRPr="00CF09B4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adultos</w:t>
            </w:r>
            <w:r w:rsidR="00242ABA" w:rsidRPr="00CF09B4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 da comunidade (moradores e familiares).</w:t>
            </w:r>
          </w:p>
        </w:tc>
        <w:tc>
          <w:tcPr>
            <w:tcW w:w="2993" w:type="dxa"/>
          </w:tcPr>
          <w:p w:rsidR="008B3AA0" w:rsidRPr="00CF09B4" w:rsidRDefault="008B3AA0" w:rsidP="000C67BE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CF09B4">
              <w:rPr>
                <w:rFonts w:asciiTheme="minorHAnsi" w:hAnsiTheme="minorHAnsi"/>
                <w:sz w:val="20"/>
                <w:szCs w:val="20"/>
              </w:rPr>
              <w:t xml:space="preserve">Apresentação de slides com as perguntas </w:t>
            </w:r>
            <w:r w:rsidR="00881E4B" w:rsidRPr="00CF09B4">
              <w:rPr>
                <w:rFonts w:asciiTheme="minorHAnsi" w:hAnsiTheme="minorHAnsi"/>
                <w:b/>
                <w:sz w:val="20"/>
                <w:szCs w:val="20"/>
              </w:rPr>
              <w:t>(ENCONTRO_</w:t>
            </w:r>
            <w:r w:rsidR="003B49E2" w:rsidRPr="00CF09B4">
              <w:rPr>
                <w:rFonts w:asciiTheme="minorHAnsi" w:hAnsiTheme="minorHAnsi"/>
                <w:b/>
                <w:sz w:val="20"/>
                <w:szCs w:val="20"/>
              </w:rPr>
              <w:t>12</w:t>
            </w:r>
            <w:r w:rsidRPr="00CF09B4">
              <w:rPr>
                <w:rFonts w:asciiTheme="minorHAnsi" w:hAnsiTheme="minorHAnsi"/>
                <w:b/>
                <w:sz w:val="20"/>
                <w:szCs w:val="20"/>
              </w:rPr>
              <w:t>_ANEXO</w:t>
            </w:r>
            <w:r w:rsidR="00881E4B" w:rsidRPr="00CF09B4">
              <w:rPr>
                <w:rFonts w:asciiTheme="minorHAnsi" w:hAnsiTheme="minorHAnsi"/>
                <w:b/>
                <w:sz w:val="20"/>
                <w:szCs w:val="20"/>
              </w:rPr>
              <w:softHyphen/>
              <w:t>_</w:t>
            </w:r>
            <w:r w:rsidRPr="00CF09B4">
              <w:rPr>
                <w:rFonts w:asciiTheme="minorHAnsi" w:hAnsiTheme="minorHAnsi"/>
                <w:b/>
                <w:sz w:val="20"/>
                <w:szCs w:val="20"/>
              </w:rPr>
              <w:t>1)</w:t>
            </w:r>
          </w:p>
        </w:tc>
        <w:bookmarkStart w:id="0" w:name="_GoBack"/>
        <w:bookmarkEnd w:id="0"/>
      </w:tr>
      <w:tr w:rsidR="008B3AA0" w:rsidRPr="00CF09B4" w:rsidTr="00CF09B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2312" w:type="dxa"/>
          </w:tcPr>
          <w:p w:rsidR="008B3AA0" w:rsidRPr="00CF09B4" w:rsidRDefault="008B3AA0" w:rsidP="000C67BE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 w:rsidRPr="00CF09B4">
              <w:rPr>
                <w:rFonts w:asciiTheme="minorHAnsi" w:hAnsiTheme="minorHAnsi"/>
                <w:b/>
                <w:sz w:val="20"/>
                <w:szCs w:val="20"/>
              </w:rPr>
              <w:t>APRESENTAÇÃO CONCEITUAL E TÉCNICA</w:t>
            </w:r>
          </w:p>
        </w:tc>
        <w:tc>
          <w:tcPr>
            <w:tcW w:w="1057" w:type="dxa"/>
          </w:tcPr>
          <w:p w:rsidR="008B3AA0" w:rsidRPr="00CF09B4" w:rsidRDefault="008433B2" w:rsidP="000C67BE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CF09B4">
              <w:rPr>
                <w:rFonts w:asciiTheme="minorHAnsi" w:hAnsiTheme="minorHAnsi"/>
                <w:sz w:val="20"/>
                <w:szCs w:val="20"/>
              </w:rPr>
              <w:t>45</w:t>
            </w:r>
            <w:r w:rsidR="008B3AA0" w:rsidRPr="00CF09B4">
              <w:rPr>
                <w:rFonts w:asciiTheme="minorHAnsi" w:hAnsiTheme="minorHAnsi"/>
                <w:sz w:val="20"/>
                <w:szCs w:val="20"/>
              </w:rPr>
              <w:t xml:space="preserve"> min</w:t>
            </w:r>
          </w:p>
        </w:tc>
        <w:tc>
          <w:tcPr>
            <w:tcW w:w="2996" w:type="dxa"/>
          </w:tcPr>
          <w:p w:rsidR="008B3AA0" w:rsidRPr="00CF09B4" w:rsidRDefault="008B3AA0" w:rsidP="000C67BE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CF09B4">
              <w:rPr>
                <w:rFonts w:asciiTheme="minorHAnsi" w:hAnsiTheme="minorHAnsi"/>
                <w:sz w:val="20"/>
                <w:szCs w:val="20"/>
              </w:rPr>
              <w:t xml:space="preserve">O </w:t>
            </w:r>
            <w:r w:rsidR="004C0F2D" w:rsidRPr="00CF09B4">
              <w:rPr>
                <w:rFonts w:asciiTheme="minorHAnsi" w:hAnsiTheme="minorHAnsi"/>
                <w:sz w:val="20"/>
                <w:szCs w:val="20"/>
              </w:rPr>
              <w:t>Historypin</w:t>
            </w:r>
          </w:p>
        </w:tc>
        <w:tc>
          <w:tcPr>
            <w:tcW w:w="4860" w:type="dxa"/>
          </w:tcPr>
          <w:p w:rsidR="008B3AA0" w:rsidRPr="00CF09B4" w:rsidRDefault="008B3AA0" w:rsidP="000C67BE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CF09B4">
              <w:rPr>
                <w:rFonts w:asciiTheme="minorHAnsi" w:hAnsiTheme="minorHAnsi"/>
                <w:sz w:val="20"/>
                <w:szCs w:val="20"/>
              </w:rPr>
              <w:t xml:space="preserve">Apresentação conceitual do </w:t>
            </w:r>
            <w:r w:rsidR="004C0F2D" w:rsidRPr="00CF09B4">
              <w:rPr>
                <w:rFonts w:asciiTheme="minorHAnsi" w:hAnsiTheme="minorHAnsi"/>
                <w:sz w:val="20"/>
                <w:szCs w:val="20"/>
              </w:rPr>
              <w:t>History</w:t>
            </w:r>
            <w:r w:rsidR="00242ABA" w:rsidRPr="00CF09B4">
              <w:rPr>
                <w:rFonts w:asciiTheme="minorHAnsi" w:hAnsiTheme="minorHAnsi"/>
                <w:sz w:val="20"/>
                <w:szCs w:val="20"/>
              </w:rPr>
              <w:t>pin</w:t>
            </w:r>
            <w:r w:rsidRPr="00CF09B4">
              <w:rPr>
                <w:rFonts w:asciiTheme="minorHAnsi" w:hAnsiTheme="minorHAnsi"/>
                <w:sz w:val="20"/>
                <w:szCs w:val="20"/>
              </w:rPr>
              <w:t xml:space="preserve"> e suas principais funcionalidades</w:t>
            </w:r>
          </w:p>
        </w:tc>
        <w:tc>
          <w:tcPr>
            <w:tcW w:w="2993" w:type="dxa"/>
          </w:tcPr>
          <w:p w:rsidR="008B3AA0" w:rsidRPr="00CF09B4" w:rsidRDefault="008B3AA0" w:rsidP="000C67BE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CF09B4">
              <w:rPr>
                <w:rFonts w:asciiTheme="minorHAnsi" w:hAnsiTheme="minorHAnsi"/>
                <w:sz w:val="20"/>
                <w:szCs w:val="20"/>
              </w:rPr>
              <w:t xml:space="preserve">Apresentação de slides com o conceitual e principais funcionalidades </w:t>
            </w:r>
            <w:r w:rsidR="00881E4B" w:rsidRPr="00CF09B4">
              <w:rPr>
                <w:rFonts w:asciiTheme="minorHAnsi" w:hAnsiTheme="minorHAnsi"/>
                <w:b/>
                <w:sz w:val="20"/>
                <w:szCs w:val="20"/>
              </w:rPr>
              <w:t>(ENCONTRO_</w:t>
            </w:r>
            <w:r w:rsidR="003B49E2" w:rsidRPr="00CF09B4">
              <w:rPr>
                <w:rFonts w:asciiTheme="minorHAnsi" w:hAnsiTheme="minorHAnsi"/>
                <w:b/>
                <w:sz w:val="20"/>
                <w:szCs w:val="20"/>
              </w:rPr>
              <w:t>12</w:t>
            </w:r>
            <w:r w:rsidRPr="00CF09B4">
              <w:rPr>
                <w:rFonts w:asciiTheme="minorHAnsi" w:hAnsiTheme="minorHAnsi"/>
                <w:b/>
                <w:sz w:val="20"/>
                <w:szCs w:val="20"/>
              </w:rPr>
              <w:t>_ANEXO</w:t>
            </w:r>
            <w:r w:rsidR="00881E4B" w:rsidRPr="00CF09B4">
              <w:rPr>
                <w:rFonts w:asciiTheme="minorHAnsi" w:hAnsiTheme="minorHAnsi"/>
                <w:b/>
                <w:sz w:val="20"/>
                <w:szCs w:val="20"/>
              </w:rPr>
              <w:t>_</w:t>
            </w:r>
            <w:r w:rsidRPr="00CF09B4">
              <w:rPr>
                <w:rFonts w:asciiTheme="minorHAnsi" w:hAnsiTheme="minorHAnsi"/>
                <w:b/>
                <w:sz w:val="20"/>
                <w:szCs w:val="20"/>
              </w:rPr>
              <w:t>1)</w:t>
            </w:r>
          </w:p>
        </w:tc>
      </w:tr>
      <w:tr w:rsidR="008B3AA0" w:rsidRPr="00CF09B4" w:rsidTr="00CF09B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312" w:type="dxa"/>
          </w:tcPr>
          <w:p w:rsidR="008B3AA0" w:rsidRPr="00CF09B4" w:rsidRDefault="008B3AA0" w:rsidP="000C67BE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 w:rsidRPr="00CF09B4">
              <w:rPr>
                <w:rFonts w:asciiTheme="minorHAnsi" w:hAnsiTheme="minorHAnsi"/>
                <w:b/>
                <w:sz w:val="20"/>
                <w:szCs w:val="20"/>
              </w:rPr>
              <w:t>EXPERIMENTAÇÃO</w:t>
            </w:r>
          </w:p>
        </w:tc>
        <w:tc>
          <w:tcPr>
            <w:tcW w:w="1057" w:type="dxa"/>
          </w:tcPr>
          <w:p w:rsidR="008B3AA0" w:rsidRPr="00CF09B4" w:rsidRDefault="008B3AA0" w:rsidP="000C67BE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CF09B4">
              <w:rPr>
                <w:rFonts w:asciiTheme="minorHAnsi" w:hAnsiTheme="minorHAnsi"/>
                <w:sz w:val="20"/>
                <w:szCs w:val="20"/>
              </w:rPr>
              <w:t>60 min</w:t>
            </w:r>
          </w:p>
        </w:tc>
        <w:tc>
          <w:tcPr>
            <w:tcW w:w="2996" w:type="dxa"/>
          </w:tcPr>
          <w:p w:rsidR="008B3AA0" w:rsidRPr="00CF09B4" w:rsidRDefault="008B3AA0" w:rsidP="000C67BE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CF09B4">
              <w:rPr>
                <w:rFonts w:asciiTheme="minorHAnsi" w:hAnsiTheme="minorHAnsi"/>
                <w:sz w:val="20"/>
                <w:szCs w:val="20"/>
              </w:rPr>
              <w:t xml:space="preserve">Construção de uma </w:t>
            </w:r>
            <w:r w:rsidR="004C0F2D" w:rsidRPr="00CF09B4">
              <w:rPr>
                <w:rFonts w:asciiTheme="minorHAnsi" w:hAnsiTheme="minorHAnsi"/>
                <w:sz w:val="20"/>
                <w:szCs w:val="20"/>
              </w:rPr>
              <w:t>coleção de imagens</w:t>
            </w:r>
          </w:p>
        </w:tc>
        <w:tc>
          <w:tcPr>
            <w:tcW w:w="4860" w:type="dxa"/>
          </w:tcPr>
          <w:p w:rsidR="00B468AB" w:rsidRPr="00CF09B4" w:rsidRDefault="008B3AA0" w:rsidP="000C67BE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CF09B4">
              <w:rPr>
                <w:rFonts w:asciiTheme="minorHAnsi" w:hAnsiTheme="minorHAnsi"/>
                <w:sz w:val="20"/>
                <w:szCs w:val="20"/>
              </w:rPr>
              <w:t xml:space="preserve">- </w:t>
            </w:r>
            <w:r w:rsidR="00E37A23" w:rsidRPr="00CF09B4">
              <w:rPr>
                <w:rFonts w:asciiTheme="minorHAnsi" w:hAnsiTheme="minorHAnsi"/>
                <w:sz w:val="20"/>
                <w:szCs w:val="20"/>
              </w:rPr>
              <w:t>Apresente</w:t>
            </w:r>
            <w:r w:rsidR="00B468AB" w:rsidRPr="00CF09B4">
              <w:rPr>
                <w:rFonts w:asciiTheme="minorHAnsi" w:hAnsiTheme="minorHAnsi"/>
                <w:sz w:val="20"/>
                <w:szCs w:val="20"/>
              </w:rPr>
              <w:t xml:space="preserve"> a interface do Histor</w:t>
            </w:r>
            <w:r w:rsidR="00242ABA" w:rsidRPr="00CF09B4">
              <w:rPr>
                <w:rFonts w:asciiTheme="minorHAnsi" w:hAnsiTheme="minorHAnsi"/>
                <w:sz w:val="20"/>
                <w:szCs w:val="20"/>
              </w:rPr>
              <w:t>ypin e mostre os tipos de perfis</w:t>
            </w:r>
            <w:r w:rsidR="00B468AB" w:rsidRPr="00CF09B4">
              <w:rPr>
                <w:rFonts w:asciiTheme="minorHAnsi" w:hAnsiTheme="minorHAnsi"/>
                <w:sz w:val="20"/>
                <w:szCs w:val="20"/>
              </w:rPr>
              <w:t xml:space="preserve"> de usuário;</w:t>
            </w:r>
          </w:p>
          <w:p w:rsidR="008B3AA0" w:rsidRPr="00CF09B4" w:rsidRDefault="00B468AB" w:rsidP="000C67BE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CF09B4">
              <w:rPr>
                <w:rFonts w:asciiTheme="minorHAnsi" w:hAnsiTheme="minorHAnsi"/>
                <w:sz w:val="20"/>
                <w:szCs w:val="20"/>
              </w:rPr>
              <w:t>- Solicite</w:t>
            </w:r>
            <w:r w:rsidR="008B3AA0" w:rsidRPr="00CF09B4">
              <w:rPr>
                <w:rFonts w:asciiTheme="minorHAnsi" w:hAnsiTheme="minorHAnsi"/>
                <w:sz w:val="20"/>
                <w:szCs w:val="20"/>
              </w:rPr>
              <w:t xml:space="preserve"> aos participantes que criem uma conta </w:t>
            </w:r>
            <w:r w:rsidRPr="00CF09B4">
              <w:rPr>
                <w:rFonts w:asciiTheme="minorHAnsi" w:hAnsiTheme="minorHAnsi"/>
                <w:sz w:val="20"/>
                <w:szCs w:val="20"/>
              </w:rPr>
              <w:t>individual e mostre as funcionalidades do perfil;</w:t>
            </w:r>
          </w:p>
          <w:p w:rsidR="00B468AB" w:rsidRPr="00CF09B4" w:rsidRDefault="00B468AB" w:rsidP="000C67BE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CF09B4">
              <w:rPr>
                <w:rFonts w:asciiTheme="minorHAnsi" w:hAnsiTheme="minorHAnsi"/>
                <w:sz w:val="20"/>
                <w:szCs w:val="20"/>
              </w:rPr>
              <w:t>- Peça que explorem sua localidade, ou uma de seu interesse, no mapa. Em seguida, peça que localizem sua escola;</w:t>
            </w:r>
          </w:p>
          <w:p w:rsidR="00856AC3" w:rsidRPr="00CF09B4" w:rsidRDefault="008B3AA0" w:rsidP="000C67BE">
            <w:pPr>
              <w:pStyle w:val="unnamed1"/>
              <w:spacing w:before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CF09B4">
              <w:rPr>
                <w:rFonts w:asciiTheme="minorHAnsi" w:hAnsiTheme="minorHAnsi"/>
                <w:sz w:val="20"/>
                <w:szCs w:val="20"/>
              </w:rPr>
              <w:t xml:space="preserve">- </w:t>
            </w:r>
            <w:r w:rsidR="00B468AB" w:rsidRPr="00CF09B4">
              <w:rPr>
                <w:rFonts w:asciiTheme="minorHAnsi" w:hAnsiTheme="minorHAnsi"/>
                <w:sz w:val="20"/>
                <w:szCs w:val="20"/>
              </w:rPr>
              <w:t xml:space="preserve">Apresente como fixar uma foto no mapa. </w:t>
            </w:r>
            <w:r w:rsidR="007961C7" w:rsidRPr="00CF09B4">
              <w:rPr>
                <w:rFonts w:asciiTheme="minorHAnsi" w:hAnsiTheme="minorHAnsi"/>
                <w:sz w:val="20"/>
                <w:szCs w:val="20"/>
              </w:rPr>
              <w:t xml:space="preserve">Para isso, </w:t>
            </w:r>
            <w:r w:rsidR="00242ABA" w:rsidRPr="00CF09B4">
              <w:rPr>
                <w:rFonts w:asciiTheme="minorHAnsi" w:hAnsiTheme="minorHAnsi"/>
                <w:sz w:val="20"/>
                <w:szCs w:val="20"/>
              </w:rPr>
              <w:t xml:space="preserve">tire uma foto do grupo e estimule que os participantes </w:t>
            </w:r>
            <w:r w:rsidR="007961C7" w:rsidRPr="00CF09B4">
              <w:rPr>
                <w:rFonts w:asciiTheme="minorHAnsi" w:hAnsiTheme="minorHAnsi"/>
                <w:sz w:val="20"/>
                <w:szCs w:val="20"/>
              </w:rPr>
              <w:t xml:space="preserve">tirem </w:t>
            </w:r>
            <w:r w:rsidR="00242ABA" w:rsidRPr="00CF09B4">
              <w:rPr>
                <w:rFonts w:asciiTheme="minorHAnsi" w:hAnsiTheme="minorHAnsi"/>
                <w:sz w:val="20"/>
                <w:szCs w:val="20"/>
              </w:rPr>
              <w:t>outras</w:t>
            </w:r>
            <w:r w:rsidR="007961C7" w:rsidRPr="00CF09B4">
              <w:rPr>
                <w:rFonts w:asciiTheme="minorHAnsi" w:hAnsiTheme="minorHAnsi"/>
                <w:sz w:val="20"/>
                <w:szCs w:val="20"/>
              </w:rPr>
              <w:t xml:space="preserve"> ou usem uma imagem da Internet e insiram no aplicativo. (Cuidado para usarem somente imagens livres </w:t>
            </w:r>
            <w:r w:rsidR="007961C7" w:rsidRPr="00CF09B4">
              <w:rPr>
                <w:rFonts w:asciiTheme="minorHAnsi" w:hAnsiTheme="minorHAnsi"/>
                <w:sz w:val="20"/>
                <w:szCs w:val="20"/>
              </w:rPr>
              <w:lastRenderedPageBreak/>
              <w:t>de direitos autorais!)</w:t>
            </w:r>
            <w:r w:rsidR="00242ABA" w:rsidRPr="00CF09B4">
              <w:rPr>
                <w:rFonts w:asciiTheme="minorHAnsi" w:hAnsiTheme="minorHAnsi"/>
                <w:sz w:val="20"/>
                <w:szCs w:val="20"/>
              </w:rPr>
              <w:t>;</w:t>
            </w:r>
          </w:p>
          <w:p w:rsidR="00B468AB" w:rsidRPr="00CF09B4" w:rsidRDefault="00E37A23" w:rsidP="000C67BE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CF09B4">
              <w:rPr>
                <w:rFonts w:asciiTheme="minorHAnsi" w:hAnsiTheme="minorHAnsi"/>
                <w:sz w:val="20"/>
                <w:szCs w:val="20"/>
              </w:rPr>
              <w:t xml:space="preserve">- </w:t>
            </w:r>
            <w:r w:rsidR="00B468AB" w:rsidRPr="00CF09B4">
              <w:rPr>
                <w:rFonts w:asciiTheme="minorHAnsi" w:hAnsiTheme="minorHAnsi"/>
                <w:sz w:val="20"/>
                <w:szCs w:val="20"/>
              </w:rPr>
              <w:t xml:space="preserve">Mostre também como </w:t>
            </w:r>
            <w:r w:rsidR="00242ABA" w:rsidRPr="00CF09B4">
              <w:rPr>
                <w:rFonts w:asciiTheme="minorHAnsi" w:hAnsiTheme="minorHAnsi"/>
                <w:sz w:val="20"/>
                <w:szCs w:val="20"/>
              </w:rPr>
              <w:t>editar as informações da imagem e solicite que v</w:t>
            </w:r>
            <w:r w:rsidR="00B468AB" w:rsidRPr="00CF09B4">
              <w:rPr>
                <w:rFonts w:asciiTheme="minorHAnsi" w:hAnsiTheme="minorHAnsi"/>
                <w:sz w:val="20"/>
                <w:szCs w:val="20"/>
              </w:rPr>
              <w:t>erifique</w:t>
            </w:r>
            <w:r w:rsidR="00242ABA" w:rsidRPr="00CF09B4">
              <w:rPr>
                <w:rFonts w:asciiTheme="minorHAnsi" w:hAnsiTheme="minorHAnsi"/>
                <w:sz w:val="20"/>
                <w:szCs w:val="20"/>
              </w:rPr>
              <w:t>m</w:t>
            </w:r>
            <w:r w:rsidR="00B468AB" w:rsidRPr="00CF09B4">
              <w:rPr>
                <w:rFonts w:asciiTheme="minorHAnsi" w:hAnsiTheme="minorHAnsi"/>
                <w:sz w:val="20"/>
                <w:szCs w:val="20"/>
              </w:rPr>
              <w:t xml:space="preserve"> como ficou no </w:t>
            </w:r>
            <w:r w:rsidR="002B3482" w:rsidRPr="00CF09B4">
              <w:rPr>
                <w:rFonts w:asciiTheme="minorHAnsi" w:hAnsiTheme="minorHAnsi"/>
                <w:sz w:val="20"/>
                <w:szCs w:val="20"/>
              </w:rPr>
              <w:t xml:space="preserve">mapa e no visualizador </w:t>
            </w:r>
            <w:r w:rsidR="00242ABA" w:rsidRPr="00CF09B4">
              <w:rPr>
                <w:rFonts w:asciiTheme="minorHAnsi" w:hAnsiTheme="minorHAnsi"/>
                <w:sz w:val="20"/>
                <w:szCs w:val="20"/>
              </w:rPr>
              <w:t>de rua;</w:t>
            </w:r>
          </w:p>
          <w:p w:rsidR="008B3AA0" w:rsidRPr="00CF09B4" w:rsidRDefault="002B3482" w:rsidP="000C67BE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CF09B4">
              <w:rPr>
                <w:rFonts w:asciiTheme="minorHAnsi" w:hAnsiTheme="minorHAnsi"/>
                <w:sz w:val="20"/>
                <w:szCs w:val="20"/>
              </w:rPr>
              <w:t>- Comente a funcionalidade "Coleções". Mostre uma coleção criada por você, ou use essa disponibilizada por nós: http://bit.ly/1tp9J34</w:t>
            </w:r>
          </w:p>
          <w:p w:rsidR="008B3AA0" w:rsidRPr="00CF09B4" w:rsidRDefault="008B3AA0" w:rsidP="000C67BE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CF09B4">
              <w:rPr>
                <w:rFonts w:asciiTheme="minorHAnsi" w:hAnsiTheme="minorHAnsi"/>
                <w:sz w:val="20"/>
                <w:szCs w:val="20"/>
              </w:rPr>
              <w:t xml:space="preserve">- </w:t>
            </w:r>
            <w:r w:rsidR="002B3482" w:rsidRPr="00CF09B4">
              <w:rPr>
                <w:rFonts w:asciiTheme="minorHAnsi" w:hAnsiTheme="minorHAnsi"/>
                <w:sz w:val="20"/>
                <w:szCs w:val="20"/>
              </w:rPr>
              <w:t>Revele como se cria uma coleção e solicite aos participantes para criar uma;</w:t>
            </w:r>
          </w:p>
          <w:p w:rsidR="008B3AA0" w:rsidRPr="00CF09B4" w:rsidRDefault="002B3482" w:rsidP="000C67BE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CF09B4">
              <w:rPr>
                <w:rFonts w:asciiTheme="minorHAnsi" w:hAnsiTheme="minorHAnsi"/>
                <w:sz w:val="20"/>
                <w:szCs w:val="20"/>
              </w:rPr>
              <w:t>- Compartilhe a foto do grupo para que todos os participantes a tenha</w:t>
            </w:r>
            <w:r w:rsidR="00242ABA" w:rsidRPr="00CF09B4">
              <w:rPr>
                <w:rFonts w:asciiTheme="minorHAnsi" w:hAnsiTheme="minorHAnsi"/>
                <w:sz w:val="20"/>
                <w:szCs w:val="20"/>
              </w:rPr>
              <w:t>m</w:t>
            </w:r>
            <w:r w:rsidRPr="00CF09B4">
              <w:rPr>
                <w:rFonts w:asciiTheme="minorHAnsi" w:hAnsiTheme="minorHAnsi"/>
                <w:sz w:val="20"/>
                <w:szCs w:val="20"/>
              </w:rPr>
              <w:t xml:space="preserve"> em sua coleção. Ao menos mais uma foto será necessária. Instrua a turma a busc</w:t>
            </w:r>
            <w:r w:rsidR="00D0799E" w:rsidRPr="00CF09B4">
              <w:rPr>
                <w:rFonts w:asciiTheme="minorHAnsi" w:hAnsiTheme="minorHAnsi"/>
                <w:sz w:val="20"/>
                <w:szCs w:val="20"/>
              </w:rPr>
              <w:t>á-la nos arquivos do Historypin. Pode-se pesquisar por local, data ou assunto. Mas atenção! Deve-se verificar se a imagem permite reprodução ou se está protegida por direitos autorais;</w:t>
            </w:r>
          </w:p>
          <w:p w:rsidR="002B3482" w:rsidRPr="00CF09B4" w:rsidRDefault="002B3482" w:rsidP="000C67BE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CF09B4">
              <w:rPr>
                <w:rFonts w:asciiTheme="minorHAnsi" w:hAnsiTheme="minorHAnsi"/>
                <w:sz w:val="20"/>
                <w:szCs w:val="20"/>
              </w:rPr>
              <w:t>- Instrua os participantes a</w:t>
            </w:r>
            <w:r w:rsidR="00D0799E" w:rsidRPr="00CF09B4">
              <w:rPr>
                <w:rFonts w:asciiTheme="minorHAnsi" w:hAnsiTheme="minorHAnsi"/>
                <w:sz w:val="20"/>
                <w:szCs w:val="20"/>
              </w:rPr>
              <w:t xml:space="preserve"> publicar</w:t>
            </w:r>
            <w:r w:rsidR="00E37A23" w:rsidRPr="00CF09B4">
              <w:rPr>
                <w:rFonts w:asciiTheme="minorHAnsi" w:hAnsiTheme="minorHAnsi"/>
                <w:sz w:val="20"/>
                <w:szCs w:val="20"/>
              </w:rPr>
              <w:t>em</w:t>
            </w:r>
            <w:r w:rsidR="00D0799E" w:rsidRPr="00CF09B4">
              <w:rPr>
                <w:rFonts w:asciiTheme="minorHAnsi" w:hAnsiTheme="minorHAnsi"/>
                <w:sz w:val="20"/>
                <w:szCs w:val="20"/>
              </w:rPr>
              <w:t xml:space="preserve"> sua co</w:t>
            </w:r>
            <w:r w:rsidR="00242ABA" w:rsidRPr="00CF09B4">
              <w:rPr>
                <w:rFonts w:asciiTheme="minorHAnsi" w:hAnsiTheme="minorHAnsi"/>
                <w:sz w:val="20"/>
                <w:szCs w:val="20"/>
              </w:rPr>
              <w:t>leção ou salvá-la como rascunho;</w:t>
            </w:r>
          </w:p>
          <w:p w:rsidR="008B3AA0" w:rsidRPr="00CF09B4" w:rsidRDefault="00E37A23" w:rsidP="000C67BE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CF09B4">
              <w:rPr>
                <w:rFonts w:asciiTheme="minorHAnsi" w:hAnsiTheme="minorHAnsi"/>
                <w:sz w:val="20"/>
                <w:szCs w:val="20"/>
              </w:rPr>
              <w:t xml:space="preserve">- </w:t>
            </w:r>
            <w:r w:rsidR="008B3AA0" w:rsidRPr="00CF09B4">
              <w:rPr>
                <w:rFonts w:asciiTheme="minorHAnsi" w:hAnsiTheme="minorHAnsi"/>
                <w:sz w:val="20"/>
                <w:szCs w:val="20"/>
              </w:rPr>
              <w:t xml:space="preserve">Para fechar </w:t>
            </w:r>
            <w:r w:rsidRPr="00CF09B4">
              <w:rPr>
                <w:rFonts w:asciiTheme="minorHAnsi" w:hAnsiTheme="minorHAnsi"/>
                <w:sz w:val="20"/>
                <w:szCs w:val="20"/>
              </w:rPr>
              <w:t>essa discussão</w:t>
            </w:r>
            <w:r w:rsidR="008B3AA0" w:rsidRPr="00CF09B4">
              <w:rPr>
                <w:rFonts w:asciiTheme="minorHAnsi" w:hAnsiTheme="minorHAnsi"/>
                <w:sz w:val="20"/>
                <w:szCs w:val="20"/>
              </w:rPr>
              <w:t xml:space="preserve">, reflita com o grupo as oportunidades apresentadas pelo </w:t>
            </w:r>
            <w:r w:rsidR="00D0799E" w:rsidRPr="00CF09B4">
              <w:rPr>
                <w:rFonts w:asciiTheme="minorHAnsi" w:hAnsiTheme="minorHAnsi"/>
                <w:sz w:val="20"/>
                <w:szCs w:val="20"/>
              </w:rPr>
              <w:t>Historypin</w:t>
            </w:r>
            <w:r w:rsidR="008B3AA0" w:rsidRPr="00CF09B4">
              <w:rPr>
                <w:rFonts w:asciiTheme="minorHAnsi" w:hAnsiTheme="minorHAnsi"/>
                <w:sz w:val="20"/>
                <w:szCs w:val="20"/>
              </w:rPr>
              <w:t xml:space="preserve"> para </w:t>
            </w:r>
            <w:r w:rsidR="00D0799E" w:rsidRPr="00CF09B4">
              <w:rPr>
                <w:rFonts w:asciiTheme="minorHAnsi" w:hAnsiTheme="minorHAnsi"/>
                <w:sz w:val="20"/>
                <w:szCs w:val="20"/>
              </w:rPr>
              <w:t>projetos de aprendizagem que envolvam a história local e a comunidade.</w:t>
            </w:r>
          </w:p>
        </w:tc>
        <w:tc>
          <w:tcPr>
            <w:tcW w:w="2993" w:type="dxa"/>
          </w:tcPr>
          <w:p w:rsidR="008B3AA0" w:rsidRPr="00CF09B4" w:rsidRDefault="003B49E2" w:rsidP="000C67BE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CF09B4">
              <w:rPr>
                <w:rFonts w:asciiTheme="minorHAnsi" w:hAnsiTheme="minorHAnsi"/>
                <w:sz w:val="20"/>
                <w:szCs w:val="20"/>
              </w:rPr>
              <w:lastRenderedPageBreak/>
              <w:t xml:space="preserve">Apresentação de slides ilustrativos </w:t>
            </w:r>
            <w:r w:rsidR="00881E4B" w:rsidRPr="00CF09B4">
              <w:rPr>
                <w:rFonts w:asciiTheme="minorHAnsi" w:hAnsiTheme="minorHAnsi"/>
                <w:b/>
                <w:sz w:val="20"/>
                <w:szCs w:val="20"/>
              </w:rPr>
              <w:t>(ENCONTRO_</w:t>
            </w:r>
            <w:r w:rsidRPr="00CF09B4">
              <w:rPr>
                <w:rFonts w:asciiTheme="minorHAnsi" w:hAnsiTheme="minorHAnsi"/>
                <w:b/>
                <w:sz w:val="20"/>
                <w:szCs w:val="20"/>
              </w:rPr>
              <w:t>12_ANEXO</w:t>
            </w:r>
            <w:r w:rsidR="00881E4B" w:rsidRPr="00CF09B4">
              <w:rPr>
                <w:rFonts w:asciiTheme="minorHAnsi" w:hAnsiTheme="minorHAnsi"/>
                <w:b/>
                <w:sz w:val="20"/>
                <w:szCs w:val="20"/>
              </w:rPr>
              <w:t>_</w:t>
            </w:r>
            <w:r w:rsidRPr="00CF09B4">
              <w:rPr>
                <w:rFonts w:asciiTheme="minorHAnsi" w:hAnsiTheme="minorHAnsi"/>
                <w:b/>
                <w:sz w:val="20"/>
                <w:szCs w:val="20"/>
              </w:rPr>
              <w:t>1)</w:t>
            </w:r>
          </w:p>
        </w:tc>
      </w:tr>
      <w:tr w:rsidR="008B3AA0" w:rsidRPr="00CF09B4" w:rsidTr="00CF09B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2312" w:type="dxa"/>
          </w:tcPr>
          <w:p w:rsidR="008B3AA0" w:rsidRPr="00CF09B4" w:rsidRDefault="008B3AA0" w:rsidP="000C67BE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 w:rsidRPr="00CF09B4">
              <w:rPr>
                <w:rFonts w:asciiTheme="minorHAnsi" w:hAnsiTheme="minorHAnsi"/>
                <w:b/>
                <w:sz w:val="20"/>
                <w:szCs w:val="20"/>
              </w:rPr>
              <w:lastRenderedPageBreak/>
              <w:t>PLANEJAMENTO</w:t>
            </w:r>
          </w:p>
        </w:tc>
        <w:tc>
          <w:tcPr>
            <w:tcW w:w="1057" w:type="dxa"/>
          </w:tcPr>
          <w:p w:rsidR="008B3AA0" w:rsidRPr="00CF09B4" w:rsidRDefault="008433B2" w:rsidP="000C67BE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CF09B4">
              <w:rPr>
                <w:rFonts w:asciiTheme="minorHAnsi" w:hAnsiTheme="minorHAnsi"/>
                <w:sz w:val="20"/>
                <w:szCs w:val="20"/>
              </w:rPr>
              <w:t>45</w:t>
            </w:r>
            <w:r w:rsidR="008B3AA0" w:rsidRPr="00CF09B4">
              <w:rPr>
                <w:rFonts w:asciiTheme="minorHAnsi" w:hAnsiTheme="minorHAnsi"/>
                <w:sz w:val="20"/>
                <w:szCs w:val="20"/>
              </w:rPr>
              <w:t xml:space="preserve"> min</w:t>
            </w:r>
          </w:p>
        </w:tc>
        <w:tc>
          <w:tcPr>
            <w:tcW w:w="2996" w:type="dxa"/>
          </w:tcPr>
          <w:p w:rsidR="008B3AA0" w:rsidRPr="00CF09B4" w:rsidRDefault="008B3AA0" w:rsidP="000C67BE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CF09B4">
              <w:rPr>
                <w:rFonts w:asciiTheme="minorHAnsi" w:hAnsiTheme="minorHAnsi"/>
                <w:sz w:val="20"/>
                <w:szCs w:val="20"/>
              </w:rPr>
              <w:t>Organização de uma atividade para ser desenvolvida com os alunos</w:t>
            </w:r>
          </w:p>
        </w:tc>
        <w:tc>
          <w:tcPr>
            <w:tcW w:w="4860" w:type="dxa"/>
          </w:tcPr>
          <w:p w:rsidR="00943396" w:rsidRPr="00CF09B4" w:rsidRDefault="00E37A23" w:rsidP="000C67BE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CF09B4">
              <w:rPr>
                <w:rFonts w:asciiTheme="minorHAnsi" w:hAnsiTheme="minorHAnsi"/>
                <w:sz w:val="20"/>
                <w:szCs w:val="20"/>
              </w:rPr>
              <w:t>- Solicite</w:t>
            </w:r>
            <w:r w:rsidR="008B3AA0" w:rsidRPr="00CF09B4">
              <w:rPr>
                <w:rFonts w:asciiTheme="minorHAnsi" w:hAnsiTheme="minorHAnsi"/>
                <w:sz w:val="20"/>
                <w:szCs w:val="20"/>
              </w:rPr>
              <w:t xml:space="preserve"> aos participantes que planejem uma atividade </w:t>
            </w:r>
            <w:r w:rsidR="00D0799E" w:rsidRPr="00CF09B4">
              <w:rPr>
                <w:rFonts w:asciiTheme="minorHAnsi" w:hAnsiTheme="minorHAnsi"/>
                <w:sz w:val="20"/>
                <w:szCs w:val="20"/>
              </w:rPr>
              <w:t xml:space="preserve">envolvendo </w:t>
            </w:r>
            <w:r w:rsidR="00242ABA" w:rsidRPr="00CF09B4">
              <w:rPr>
                <w:rFonts w:asciiTheme="minorHAnsi" w:hAnsiTheme="minorHAnsi"/>
                <w:sz w:val="20"/>
                <w:szCs w:val="20"/>
              </w:rPr>
              <w:t xml:space="preserve">o estudo de </w:t>
            </w:r>
            <w:r w:rsidR="00D0799E" w:rsidRPr="00CF09B4">
              <w:rPr>
                <w:rFonts w:asciiTheme="minorHAnsi" w:hAnsiTheme="minorHAnsi"/>
                <w:sz w:val="20"/>
                <w:szCs w:val="20"/>
              </w:rPr>
              <w:t>u</w:t>
            </w:r>
            <w:r w:rsidR="00943396" w:rsidRPr="00CF09B4">
              <w:rPr>
                <w:rFonts w:asciiTheme="minorHAnsi" w:hAnsiTheme="minorHAnsi"/>
                <w:sz w:val="20"/>
                <w:szCs w:val="20"/>
              </w:rPr>
              <w:t xml:space="preserve">m local de sua </w:t>
            </w:r>
            <w:r w:rsidR="00242ABA" w:rsidRPr="00CF09B4">
              <w:rPr>
                <w:rFonts w:asciiTheme="minorHAnsi" w:hAnsiTheme="minorHAnsi"/>
                <w:sz w:val="20"/>
                <w:szCs w:val="20"/>
              </w:rPr>
              <w:t>comunidade, bairro ou cidade</w:t>
            </w:r>
            <w:r w:rsidR="00943396" w:rsidRPr="00CF09B4">
              <w:rPr>
                <w:rFonts w:asciiTheme="minorHAnsi" w:hAnsiTheme="minorHAnsi"/>
                <w:sz w:val="20"/>
                <w:szCs w:val="20"/>
              </w:rPr>
              <w:t>;</w:t>
            </w:r>
          </w:p>
          <w:p w:rsidR="00943396" w:rsidRPr="00CF09B4" w:rsidRDefault="00943396" w:rsidP="000C67BE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CF09B4">
              <w:rPr>
                <w:rFonts w:asciiTheme="minorHAnsi" w:hAnsiTheme="minorHAnsi"/>
                <w:sz w:val="20"/>
                <w:szCs w:val="20"/>
              </w:rPr>
              <w:t>- Oriente os participantes a verificar</w:t>
            </w:r>
            <w:r w:rsidR="00AC4404" w:rsidRPr="00CF09B4">
              <w:rPr>
                <w:rFonts w:asciiTheme="minorHAnsi" w:hAnsiTheme="minorHAnsi"/>
                <w:sz w:val="20"/>
                <w:szCs w:val="20"/>
              </w:rPr>
              <w:t>em</w:t>
            </w:r>
            <w:r w:rsidRPr="00CF09B4">
              <w:rPr>
                <w:rFonts w:asciiTheme="minorHAnsi" w:hAnsiTheme="minorHAnsi"/>
                <w:sz w:val="20"/>
                <w:szCs w:val="20"/>
              </w:rPr>
              <w:t xml:space="preserve"> as informações históricas disponíveis sobre o local</w:t>
            </w:r>
            <w:r w:rsidR="00617588" w:rsidRPr="00CF09B4">
              <w:rPr>
                <w:rFonts w:asciiTheme="minorHAnsi" w:hAnsiTheme="minorHAnsi"/>
                <w:sz w:val="20"/>
                <w:szCs w:val="20"/>
              </w:rPr>
              <w:t xml:space="preserve">: </w:t>
            </w:r>
            <w:r w:rsidRPr="00CF09B4">
              <w:rPr>
                <w:rFonts w:asciiTheme="minorHAnsi" w:hAnsiTheme="minorHAnsi"/>
                <w:sz w:val="20"/>
                <w:szCs w:val="20"/>
              </w:rPr>
              <w:t>pode ser na biblioteca da escola ou na municipal, no museu da cidade ou no arquivo familiar de um aluno;</w:t>
            </w:r>
          </w:p>
          <w:p w:rsidR="00617588" w:rsidRPr="00CF09B4" w:rsidRDefault="00617588" w:rsidP="000C67BE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CF09B4">
              <w:rPr>
                <w:rFonts w:asciiTheme="minorHAnsi" w:hAnsiTheme="minorHAnsi"/>
                <w:sz w:val="20"/>
                <w:szCs w:val="20"/>
              </w:rPr>
              <w:t>- Solicite que pensem em uma estratégia para visitas a campo e entrevistas com pessoas mais velhas da comunidade ou familiares;</w:t>
            </w:r>
          </w:p>
          <w:p w:rsidR="00943396" w:rsidRPr="00CF09B4" w:rsidRDefault="00943396" w:rsidP="000C67BE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CF09B4">
              <w:rPr>
                <w:rFonts w:asciiTheme="minorHAnsi" w:hAnsiTheme="minorHAnsi"/>
                <w:sz w:val="20"/>
                <w:szCs w:val="20"/>
              </w:rPr>
              <w:t xml:space="preserve">- Solicite que apresentem uma estratégia para digitalizar o material </w:t>
            </w:r>
            <w:r w:rsidR="00617588" w:rsidRPr="00CF09B4">
              <w:rPr>
                <w:rFonts w:asciiTheme="minorHAnsi" w:hAnsiTheme="minorHAnsi"/>
                <w:sz w:val="20"/>
                <w:szCs w:val="20"/>
              </w:rPr>
              <w:t>coletado pelos alunos</w:t>
            </w:r>
            <w:r w:rsidRPr="00CF09B4">
              <w:rPr>
                <w:rFonts w:asciiTheme="minorHAnsi" w:hAnsiTheme="minorHAnsi"/>
                <w:sz w:val="20"/>
                <w:szCs w:val="20"/>
              </w:rPr>
              <w:t xml:space="preserve"> e </w:t>
            </w:r>
            <w:r w:rsidR="00617588" w:rsidRPr="00CF09B4">
              <w:rPr>
                <w:rFonts w:asciiTheme="minorHAnsi" w:hAnsiTheme="minorHAnsi"/>
                <w:sz w:val="20"/>
                <w:szCs w:val="20"/>
              </w:rPr>
              <w:t>em como</w:t>
            </w:r>
            <w:r w:rsidR="00943CC8" w:rsidRPr="00CF09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CF09B4">
              <w:rPr>
                <w:rFonts w:asciiTheme="minorHAnsi" w:hAnsiTheme="minorHAnsi"/>
                <w:sz w:val="20"/>
                <w:szCs w:val="20"/>
              </w:rPr>
              <w:t>inserí-lo no Historypin;</w:t>
            </w:r>
          </w:p>
          <w:p w:rsidR="008B3AA0" w:rsidRPr="00CF09B4" w:rsidRDefault="008B3AA0" w:rsidP="000C67BE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CF09B4">
              <w:rPr>
                <w:rFonts w:asciiTheme="minorHAnsi" w:hAnsiTheme="minorHAnsi"/>
                <w:sz w:val="20"/>
                <w:szCs w:val="20"/>
              </w:rPr>
              <w:lastRenderedPageBreak/>
              <w:t xml:space="preserve">- </w:t>
            </w:r>
            <w:r w:rsidR="00943396" w:rsidRPr="00CF09B4">
              <w:rPr>
                <w:rFonts w:asciiTheme="minorHAnsi" w:hAnsiTheme="minorHAnsi"/>
                <w:sz w:val="20"/>
                <w:szCs w:val="20"/>
              </w:rPr>
              <w:t>O produto final pode ser uma coleção a ser compartilhada com a comunidade escolar.</w:t>
            </w:r>
          </w:p>
        </w:tc>
        <w:tc>
          <w:tcPr>
            <w:tcW w:w="2993" w:type="dxa"/>
          </w:tcPr>
          <w:p w:rsidR="003B49E2" w:rsidRPr="00CF09B4" w:rsidRDefault="003B49E2" w:rsidP="000C67BE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 w:rsidRPr="00CF09B4">
              <w:rPr>
                <w:rFonts w:asciiTheme="minorHAnsi" w:hAnsiTheme="minorHAnsi"/>
                <w:sz w:val="20"/>
                <w:szCs w:val="20"/>
              </w:rPr>
              <w:lastRenderedPageBreak/>
              <w:t xml:space="preserve">Apresentação de slide com as diretrizes para o desenvolvimento das atividades </w:t>
            </w:r>
            <w:r w:rsidRPr="00CF09B4">
              <w:rPr>
                <w:rFonts w:asciiTheme="minorHAnsi" w:hAnsiTheme="minorHAnsi"/>
                <w:b/>
                <w:sz w:val="20"/>
                <w:szCs w:val="20"/>
              </w:rPr>
              <w:t>(ENCONTRO</w:t>
            </w:r>
            <w:r w:rsidR="00881E4B" w:rsidRPr="00CF09B4">
              <w:rPr>
                <w:rFonts w:asciiTheme="minorHAnsi" w:hAnsiTheme="minorHAnsi"/>
                <w:b/>
                <w:sz w:val="20"/>
                <w:szCs w:val="20"/>
              </w:rPr>
              <w:t>_</w:t>
            </w:r>
            <w:r w:rsidRPr="00CF09B4">
              <w:rPr>
                <w:rFonts w:asciiTheme="minorHAnsi" w:hAnsiTheme="minorHAnsi"/>
                <w:b/>
                <w:sz w:val="20"/>
                <w:szCs w:val="20"/>
              </w:rPr>
              <w:t>12_ANEXO</w:t>
            </w:r>
            <w:r w:rsidR="00881E4B" w:rsidRPr="00CF09B4">
              <w:rPr>
                <w:rFonts w:asciiTheme="minorHAnsi" w:hAnsiTheme="minorHAnsi"/>
                <w:b/>
                <w:sz w:val="20"/>
                <w:szCs w:val="20"/>
              </w:rPr>
              <w:t>_</w:t>
            </w:r>
            <w:r w:rsidRPr="00CF09B4">
              <w:rPr>
                <w:rFonts w:asciiTheme="minorHAnsi" w:hAnsiTheme="minorHAnsi"/>
                <w:b/>
                <w:sz w:val="20"/>
                <w:szCs w:val="20"/>
              </w:rPr>
              <w:t>1)</w:t>
            </w:r>
          </w:p>
          <w:p w:rsidR="00617588" w:rsidRPr="00CF09B4" w:rsidRDefault="00617588" w:rsidP="000C67BE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</w:p>
          <w:p w:rsidR="00617588" w:rsidRPr="00CF09B4" w:rsidRDefault="00617588" w:rsidP="000C67BE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 w:rsidRPr="00CF09B4">
              <w:rPr>
                <w:rFonts w:asciiTheme="minorHAnsi" w:hAnsiTheme="minorHAnsi"/>
                <w:sz w:val="20"/>
                <w:szCs w:val="20"/>
              </w:rPr>
              <w:t>Modelo para planejamento de atividade</w:t>
            </w:r>
            <w:r w:rsidR="00943CC8" w:rsidRPr="00CF09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CF09B4">
              <w:rPr>
                <w:rFonts w:asciiTheme="minorHAnsi" w:hAnsiTheme="minorHAnsi"/>
                <w:b/>
                <w:sz w:val="20"/>
                <w:szCs w:val="20"/>
              </w:rPr>
              <w:t>(ENCONTRO</w:t>
            </w:r>
            <w:r w:rsidR="00881E4B" w:rsidRPr="00CF09B4">
              <w:rPr>
                <w:rFonts w:asciiTheme="minorHAnsi" w:hAnsiTheme="minorHAnsi"/>
                <w:b/>
                <w:sz w:val="20"/>
                <w:szCs w:val="20"/>
              </w:rPr>
              <w:t>_</w:t>
            </w:r>
            <w:r w:rsidRPr="00CF09B4">
              <w:rPr>
                <w:rFonts w:asciiTheme="minorHAnsi" w:hAnsiTheme="minorHAnsi"/>
                <w:b/>
                <w:sz w:val="20"/>
                <w:szCs w:val="20"/>
              </w:rPr>
              <w:t>12_ANEXO_2)</w:t>
            </w:r>
          </w:p>
          <w:p w:rsidR="003B49E2" w:rsidRPr="00CF09B4" w:rsidRDefault="003B49E2" w:rsidP="000C67BE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</w:p>
          <w:p w:rsidR="003B49E2" w:rsidRPr="00CF09B4" w:rsidRDefault="003B49E2" w:rsidP="000C67BE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</w:p>
          <w:p w:rsidR="003B49E2" w:rsidRPr="00CF09B4" w:rsidRDefault="003B49E2" w:rsidP="000C67BE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</w:p>
          <w:p w:rsidR="008B3AA0" w:rsidRPr="00CF09B4" w:rsidRDefault="008B3AA0" w:rsidP="000C67BE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617588" w:rsidRPr="00CF09B4" w:rsidTr="00CF09B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312" w:type="dxa"/>
          </w:tcPr>
          <w:p w:rsidR="00617588" w:rsidRPr="00CF09B4" w:rsidRDefault="00617588" w:rsidP="000C67BE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 w:rsidRPr="00CF09B4">
              <w:rPr>
                <w:rFonts w:asciiTheme="minorHAnsi" w:hAnsiTheme="minorHAnsi"/>
                <w:b/>
                <w:sz w:val="20"/>
                <w:szCs w:val="20"/>
              </w:rPr>
              <w:lastRenderedPageBreak/>
              <w:t>AVALIAÇÃO</w:t>
            </w:r>
          </w:p>
        </w:tc>
        <w:tc>
          <w:tcPr>
            <w:tcW w:w="1057" w:type="dxa"/>
          </w:tcPr>
          <w:p w:rsidR="00617588" w:rsidRPr="00CF09B4" w:rsidRDefault="00617588" w:rsidP="000C67BE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CF09B4">
              <w:rPr>
                <w:rFonts w:asciiTheme="minorHAnsi" w:hAnsiTheme="minorHAnsi"/>
                <w:sz w:val="20"/>
                <w:szCs w:val="20"/>
              </w:rPr>
              <w:t>15 min</w:t>
            </w:r>
          </w:p>
        </w:tc>
        <w:tc>
          <w:tcPr>
            <w:tcW w:w="2996" w:type="dxa"/>
          </w:tcPr>
          <w:p w:rsidR="00617588" w:rsidRPr="00CF09B4" w:rsidRDefault="00617588" w:rsidP="000C67BE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CF09B4">
              <w:rPr>
                <w:rFonts w:asciiTheme="minorHAnsi" w:hAnsiTheme="minorHAnsi"/>
                <w:sz w:val="20"/>
                <w:szCs w:val="20"/>
              </w:rPr>
              <w:t>Síntese e avaliação do Encontro</w:t>
            </w:r>
          </w:p>
        </w:tc>
        <w:tc>
          <w:tcPr>
            <w:tcW w:w="4860" w:type="dxa"/>
          </w:tcPr>
          <w:p w:rsidR="00E37A23" w:rsidRPr="00CF09B4" w:rsidRDefault="00E37A23" w:rsidP="000C67BE">
            <w:pPr>
              <w:pStyle w:val="unnamed1"/>
              <w:spacing w:before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CF09B4">
              <w:rPr>
                <w:rFonts w:asciiTheme="minorHAnsi" w:hAnsiTheme="minorHAnsi"/>
                <w:sz w:val="20"/>
                <w:szCs w:val="20"/>
              </w:rPr>
              <w:t>-Abra o slide com a síntese do encontro e verifique se tudo que foi proposto, foi realizado.</w:t>
            </w:r>
          </w:p>
          <w:p w:rsidR="00617588" w:rsidRPr="00CF09B4" w:rsidRDefault="00E37A23" w:rsidP="000C67BE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CF09B4">
              <w:rPr>
                <w:rFonts w:asciiTheme="minorHAnsi" w:hAnsiTheme="minorHAnsi"/>
                <w:sz w:val="20"/>
                <w:szCs w:val="20"/>
              </w:rPr>
              <w:t>- Entregue a ficha de avaliação do encontro para cada um dos participantes, solicite que a preencham e devolvam para o líder do encontro poder analisar os resultados deste momento de formação continuada.</w:t>
            </w:r>
          </w:p>
        </w:tc>
        <w:tc>
          <w:tcPr>
            <w:tcW w:w="2993" w:type="dxa"/>
          </w:tcPr>
          <w:p w:rsidR="00617588" w:rsidRPr="00CF09B4" w:rsidRDefault="00617588" w:rsidP="000C67BE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 w:rsidRPr="00CF09B4">
              <w:rPr>
                <w:rFonts w:asciiTheme="minorHAnsi" w:hAnsiTheme="minorHAnsi"/>
                <w:sz w:val="20"/>
                <w:szCs w:val="20"/>
              </w:rPr>
              <w:t xml:space="preserve">Apresentação de slide com a síntese do encontro </w:t>
            </w:r>
            <w:r w:rsidR="00881E4B" w:rsidRPr="00CF09B4">
              <w:rPr>
                <w:rFonts w:asciiTheme="minorHAnsi" w:hAnsiTheme="minorHAnsi"/>
                <w:b/>
                <w:sz w:val="20"/>
                <w:szCs w:val="20"/>
              </w:rPr>
              <w:t>(ENCONTRO_</w:t>
            </w:r>
            <w:r w:rsidRPr="00CF09B4">
              <w:rPr>
                <w:rFonts w:asciiTheme="minorHAnsi" w:hAnsiTheme="minorHAnsi"/>
                <w:b/>
                <w:sz w:val="20"/>
                <w:szCs w:val="20"/>
              </w:rPr>
              <w:t>12_ANEXO</w:t>
            </w:r>
            <w:r w:rsidR="00881E4B" w:rsidRPr="00CF09B4">
              <w:rPr>
                <w:rFonts w:asciiTheme="minorHAnsi" w:hAnsiTheme="minorHAnsi"/>
                <w:b/>
                <w:sz w:val="20"/>
                <w:szCs w:val="20"/>
              </w:rPr>
              <w:t>_</w:t>
            </w:r>
            <w:r w:rsidRPr="00CF09B4">
              <w:rPr>
                <w:rFonts w:asciiTheme="minorHAnsi" w:hAnsiTheme="minorHAnsi"/>
                <w:b/>
                <w:sz w:val="20"/>
                <w:szCs w:val="20"/>
              </w:rPr>
              <w:t>1)</w:t>
            </w:r>
          </w:p>
          <w:p w:rsidR="00943CC8" w:rsidRPr="00CF09B4" w:rsidRDefault="00943CC8" w:rsidP="000C67BE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</w:p>
          <w:p w:rsidR="00617588" w:rsidRPr="00CF09B4" w:rsidRDefault="00617588" w:rsidP="000C67BE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CF09B4">
              <w:rPr>
                <w:rFonts w:asciiTheme="minorHAnsi" w:hAnsiTheme="minorHAnsi"/>
                <w:sz w:val="20"/>
                <w:szCs w:val="20"/>
              </w:rPr>
              <w:t xml:space="preserve">Ficha de avaliação do Encontro </w:t>
            </w:r>
            <w:r w:rsidRPr="00CF09B4">
              <w:rPr>
                <w:rFonts w:asciiTheme="minorHAnsi" w:hAnsiTheme="minorHAnsi"/>
                <w:b/>
                <w:sz w:val="20"/>
                <w:szCs w:val="20"/>
              </w:rPr>
              <w:t>(ENCONTRO</w:t>
            </w:r>
            <w:r w:rsidR="00881E4B" w:rsidRPr="00CF09B4">
              <w:rPr>
                <w:rFonts w:asciiTheme="minorHAnsi" w:hAnsiTheme="minorHAnsi"/>
                <w:b/>
                <w:sz w:val="20"/>
                <w:szCs w:val="20"/>
              </w:rPr>
              <w:t>_</w:t>
            </w:r>
            <w:r w:rsidRPr="00CF09B4">
              <w:rPr>
                <w:rFonts w:asciiTheme="minorHAnsi" w:hAnsiTheme="minorHAnsi"/>
                <w:b/>
                <w:sz w:val="20"/>
                <w:szCs w:val="20"/>
              </w:rPr>
              <w:t>12_ANEXO_3)</w:t>
            </w:r>
          </w:p>
        </w:tc>
      </w:tr>
    </w:tbl>
    <w:p w:rsidR="008B3AA0" w:rsidRPr="00F57A48" w:rsidRDefault="008B3AA0" w:rsidP="009A3102">
      <w:pPr>
        <w:jc w:val="both"/>
        <w:rPr>
          <w:rFonts w:asciiTheme="minorHAnsi" w:hAnsiTheme="minorHAnsi"/>
          <w:sz w:val="20"/>
          <w:szCs w:val="20"/>
        </w:rPr>
      </w:pPr>
    </w:p>
    <w:sectPr w:rsidR="008B3AA0" w:rsidRPr="00F57A48" w:rsidSect="001610A6">
      <w:headerReference w:type="default" r:id="rId8"/>
      <w:footerReference w:type="default" r:id="rId9"/>
      <w:pgSz w:w="16840" w:h="11907" w:orient="landscape" w:code="9"/>
      <w:pgMar w:top="1276" w:right="1418" w:bottom="1701" w:left="1418" w:header="425" w:footer="522" w:gutter="0"/>
      <w:pgNumType w:chapStyle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0728" w:rsidRDefault="00970728">
      <w:r>
        <w:separator/>
      </w:r>
    </w:p>
  </w:endnote>
  <w:endnote w:type="continuationSeparator" w:id="0">
    <w:p w:rsidR="00970728" w:rsidRDefault="009707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1883" w:rsidRPr="003A428B" w:rsidRDefault="00711883">
    <w:pPr>
      <w:pStyle w:val="Rodap"/>
      <w:jc w:val="center"/>
      <w:rPr>
        <w:rFonts w:ascii="Century Gothic" w:hAnsi="Century Gothic"/>
        <w:sz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0728" w:rsidRDefault="00970728">
      <w:r>
        <w:separator/>
      </w:r>
    </w:p>
  </w:footnote>
  <w:footnote w:type="continuationSeparator" w:id="0">
    <w:p w:rsidR="00970728" w:rsidRDefault="0097072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1883" w:rsidRDefault="00711883" w:rsidP="007B73E0">
    <w:pPr>
      <w:pStyle w:val="Cabealho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F31821"/>
    <w:multiLevelType w:val="multilevel"/>
    <w:tmpl w:val="B526F7BA"/>
    <w:lvl w:ilvl="0">
      <w:start w:val="6"/>
      <w:numFmt w:val="decimal"/>
      <w:lvlText w:val="%1."/>
      <w:lvlJc w:val="left"/>
      <w:pPr>
        <w:tabs>
          <w:tab w:val="num" w:pos="750"/>
        </w:tabs>
        <w:ind w:left="750" w:hanging="7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17"/>
        </w:tabs>
        <w:ind w:left="1317" w:hanging="75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884"/>
        </w:tabs>
        <w:ind w:left="1884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51"/>
        </w:tabs>
        <w:ind w:left="2451" w:hanging="7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1">
    <w:nsid w:val="085D049D"/>
    <w:multiLevelType w:val="hybridMultilevel"/>
    <w:tmpl w:val="69B0EC74"/>
    <w:lvl w:ilvl="0" w:tplc="E05CE41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39E428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DCEC8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B6AF5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386967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634CAC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0428F7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6D8918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9DEB8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09B0601B"/>
    <w:multiLevelType w:val="hybridMultilevel"/>
    <w:tmpl w:val="A666437C"/>
    <w:lvl w:ilvl="0" w:tplc="53B60704">
      <w:start w:val="1"/>
      <w:numFmt w:val="lowerLetter"/>
      <w:lvlText w:val="(%1)"/>
      <w:lvlJc w:val="left"/>
      <w:pPr>
        <w:ind w:left="92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647" w:hanging="360"/>
      </w:pPr>
    </w:lvl>
    <w:lvl w:ilvl="2" w:tplc="0416001B" w:tentative="1">
      <w:start w:val="1"/>
      <w:numFmt w:val="lowerRoman"/>
      <w:lvlText w:val="%3."/>
      <w:lvlJc w:val="right"/>
      <w:pPr>
        <w:ind w:left="2367" w:hanging="180"/>
      </w:pPr>
    </w:lvl>
    <w:lvl w:ilvl="3" w:tplc="0416000F" w:tentative="1">
      <w:start w:val="1"/>
      <w:numFmt w:val="decimal"/>
      <w:lvlText w:val="%4."/>
      <w:lvlJc w:val="left"/>
      <w:pPr>
        <w:ind w:left="3087" w:hanging="360"/>
      </w:pPr>
    </w:lvl>
    <w:lvl w:ilvl="4" w:tplc="04160019" w:tentative="1">
      <w:start w:val="1"/>
      <w:numFmt w:val="lowerLetter"/>
      <w:lvlText w:val="%5."/>
      <w:lvlJc w:val="left"/>
      <w:pPr>
        <w:ind w:left="3807" w:hanging="360"/>
      </w:pPr>
    </w:lvl>
    <w:lvl w:ilvl="5" w:tplc="0416001B" w:tentative="1">
      <w:start w:val="1"/>
      <w:numFmt w:val="lowerRoman"/>
      <w:lvlText w:val="%6."/>
      <w:lvlJc w:val="right"/>
      <w:pPr>
        <w:ind w:left="4527" w:hanging="180"/>
      </w:pPr>
    </w:lvl>
    <w:lvl w:ilvl="6" w:tplc="0416000F" w:tentative="1">
      <w:start w:val="1"/>
      <w:numFmt w:val="decimal"/>
      <w:lvlText w:val="%7."/>
      <w:lvlJc w:val="left"/>
      <w:pPr>
        <w:ind w:left="5247" w:hanging="360"/>
      </w:pPr>
    </w:lvl>
    <w:lvl w:ilvl="7" w:tplc="04160019" w:tentative="1">
      <w:start w:val="1"/>
      <w:numFmt w:val="lowerLetter"/>
      <w:lvlText w:val="%8."/>
      <w:lvlJc w:val="left"/>
      <w:pPr>
        <w:ind w:left="5967" w:hanging="360"/>
      </w:pPr>
    </w:lvl>
    <w:lvl w:ilvl="8" w:tplc="041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0B1F5252"/>
    <w:multiLevelType w:val="multilevel"/>
    <w:tmpl w:val="9D02E1BE"/>
    <w:lvl w:ilvl="0">
      <w:numFmt w:val="bullet"/>
      <w:lvlText w:val=""/>
      <w:lvlJc w:val="left"/>
      <w:pPr>
        <w:ind w:left="2136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85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57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4296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501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73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6456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717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896" w:hanging="360"/>
      </w:pPr>
      <w:rPr>
        <w:rFonts w:ascii="Wingdings" w:hAnsi="Wingdings"/>
      </w:rPr>
    </w:lvl>
  </w:abstractNum>
  <w:abstractNum w:abstractNumId="4">
    <w:nsid w:val="0BBB323A"/>
    <w:multiLevelType w:val="multilevel"/>
    <w:tmpl w:val="0AEA1AF4"/>
    <w:lvl w:ilvl="0">
      <w:start w:val="7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2"/>
        </w:tabs>
        <w:ind w:left="1272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5">
    <w:nsid w:val="0C7E773A"/>
    <w:multiLevelType w:val="multilevel"/>
    <w:tmpl w:val="87B0D77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>
    <w:nsid w:val="0CAA154F"/>
    <w:multiLevelType w:val="hybridMultilevel"/>
    <w:tmpl w:val="74D0BF76"/>
    <w:lvl w:ilvl="0" w:tplc="8222C33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B6AAA7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87A4A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29823A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956C22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C425DC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A6CCF9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37CCB2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2A2359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>
    <w:nsid w:val="16600AE9"/>
    <w:multiLevelType w:val="hybridMultilevel"/>
    <w:tmpl w:val="A666437C"/>
    <w:lvl w:ilvl="0" w:tplc="53B60704">
      <w:start w:val="1"/>
      <w:numFmt w:val="lowerLetter"/>
      <w:lvlText w:val="(%1)"/>
      <w:lvlJc w:val="left"/>
      <w:pPr>
        <w:ind w:left="92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647" w:hanging="360"/>
      </w:pPr>
    </w:lvl>
    <w:lvl w:ilvl="2" w:tplc="0416001B" w:tentative="1">
      <w:start w:val="1"/>
      <w:numFmt w:val="lowerRoman"/>
      <w:lvlText w:val="%3."/>
      <w:lvlJc w:val="right"/>
      <w:pPr>
        <w:ind w:left="2367" w:hanging="180"/>
      </w:pPr>
    </w:lvl>
    <w:lvl w:ilvl="3" w:tplc="0416000F" w:tentative="1">
      <w:start w:val="1"/>
      <w:numFmt w:val="decimal"/>
      <w:lvlText w:val="%4."/>
      <w:lvlJc w:val="left"/>
      <w:pPr>
        <w:ind w:left="3087" w:hanging="360"/>
      </w:pPr>
    </w:lvl>
    <w:lvl w:ilvl="4" w:tplc="04160019" w:tentative="1">
      <w:start w:val="1"/>
      <w:numFmt w:val="lowerLetter"/>
      <w:lvlText w:val="%5."/>
      <w:lvlJc w:val="left"/>
      <w:pPr>
        <w:ind w:left="3807" w:hanging="360"/>
      </w:pPr>
    </w:lvl>
    <w:lvl w:ilvl="5" w:tplc="0416001B" w:tentative="1">
      <w:start w:val="1"/>
      <w:numFmt w:val="lowerRoman"/>
      <w:lvlText w:val="%6."/>
      <w:lvlJc w:val="right"/>
      <w:pPr>
        <w:ind w:left="4527" w:hanging="180"/>
      </w:pPr>
    </w:lvl>
    <w:lvl w:ilvl="6" w:tplc="0416000F" w:tentative="1">
      <w:start w:val="1"/>
      <w:numFmt w:val="decimal"/>
      <w:lvlText w:val="%7."/>
      <w:lvlJc w:val="left"/>
      <w:pPr>
        <w:ind w:left="5247" w:hanging="360"/>
      </w:pPr>
    </w:lvl>
    <w:lvl w:ilvl="7" w:tplc="04160019" w:tentative="1">
      <w:start w:val="1"/>
      <w:numFmt w:val="lowerLetter"/>
      <w:lvlText w:val="%8."/>
      <w:lvlJc w:val="left"/>
      <w:pPr>
        <w:ind w:left="5967" w:hanging="360"/>
      </w:pPr>
    </w:lvl>
    <w:lvl w:ilvl="8" w:tplc="041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1BAB1F7D"/>
    <w:multiLevelType w:val="hybridMultilevel"/>
    <w:tmpl w:val="64AC7F8C"/>
    <w:lvl w:ilvl="0" w:tplc="C0C2487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A642D5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782A6A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15CC77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6B2182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6D015A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43C05F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EFC3FC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4DC91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>
    <w:nsid w:val="1C8667C0"/>
    <w:multiLevelType w:val="singleLevel"/>
    <w:tmpl w:val="DBD2C8AC"/>
    <w:lvl w:ilvl="0">
      <w:start w:val="1"/>
      <w:numFmt w:val="lowerLetter"/>
      <w:lvlText w:val="(%1)"/>
      <w:lvlJc w:val="left"/>
      <w:pPr>
        <w:tabs>
          <w:tab w:val="num" w:pos="1144"/>
        </w:tabs>
        <w:ind w:left="1144" w:hanging="435"/>
      </w:pPr>
      <w:rPr>
        <w:rFonts w:hint="default"/>
      </w:rPr>
    </w:lvl>
  </w:abstractNum>
  <w:abstractNum w:abstractNumId="10">
    <w:nsid w:val="224A3315"/>
    <w:multiLevelType w:val="singleLevel"/>
    <w:tmpl w:val="CF4E8C74"/>
    <w:lvl w:ilvl="0">
      <w:start w:val="54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266072C6"/>
    <w:multiLevelType w:val="multilevel"/>
    <w:tmpl w:val="D94A6B90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2">
    <w:nsid w:val="290E41EC"/>
    <w:multiLevelType w:val="multilevel"/>
    <w:tmpl w:val="99BEB88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995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0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5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8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45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085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360" w:hanging="2160"/>
      </w:pPr>
      <w:rPr>
        <w:rFonts w:hint="default"/>
      </w:rPr>
    </w:lvl>
  </w:abstractNum>
  <w:abstractNum w:abstractNumId="13">
    <w:nsid w:val="2B5212D6"/>
    <w:multiLevelType w:val="singleLevel"/>
    <w:tmpl w:val="49AE2820"/>
    <w:lvl w:ilvl="0">
      <w:start w:val="1"/>
      <w:numFmt w:val="lowerLetter"/>
      <w:lvlText w:val="(%1)"/>
      <w:lvlJc w:val="left"/>
      <w:pPr>
        <w:ind w:left="1637" w:hanging="360"/>
      </w:pPr>
      <w:rPr>
        <w:rFonts w:hint="default"/>
      </w:rPr>
    </w:lvl>
  </w:abstractNum>
  <w:abstractNum w:abstractNumId="14">
    <w:nsid w:val="2EEF40A8"/>
    <w:multiLevelType w:val="multilevel"/>
    <w:tmpl w:val="73C01B6C"/>
    <w:lvl w:ilvl="0">
      <w:start w:val="3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2"/>
        </w:tabs>
        <w:ind w:left="1272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5">
    <w:nsid w:val="3B212B7D"/>
    <w:multiLevelType w:val="multilevel"/>
    <w:tmpl w:val="E7F08AF8"/>
    <w:lvl w:ilvl="0">
      <w:start w:val="4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>
    <w:nsid w:val="3DF64954"/>
    <w:multiLevelType w:val="hybridMultilevel"/>
    <w:tmpl w:val="D952B716"/>
    <w:lvl w:ilvl="0" w:tplc="2C24C832">
      <w:start w:val="1"/>
      <w:numFmt w:val="lowerLetter"/>
      <w:lvlText w:val="(%1)"/>
      <w:lvlJc w:val="left"/>
      <w:pPr>
        <w:ind w:left="87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90" w:hanging="360"/>
      </w:pPr>
    </w:lvl>
    <w:lvl w:ilvl="2" w:tplc="0416001B" w:tentative="1">
      <w:start w:val="1"/>
      <w:numFmt w:val="lowerRoman"/>
      <w:lvlText w:val="%3."/>
      <w:lvlJc w:val="right"/>
      <w:pPr>
        <w:ind w:left="2310" w:hanging="180"/>
      </w:pPr>
    </w:lvl>
    <w:lvl w:ilvl="3" w:tplc="0416000F" w:tentative="1">
      <w:start w:val="1"/>
      <w:numFmt w:val="decimal"/>
      <w:lvlText w:val="%4."/>
      <w:lvlJc w:val="left"/>
      <w:pPr>
        <w:ind w:left="3030" w:hanging="360"/>
      </w:pPr>
    </w:lvl>
    <w:lvl w:ilvl="4" w:tplc="04160019" w:tentative="1">
      <w:start w:val="1"/>
      <w:numFmt w:val="lowerLetter"/>
      <w:lvlText w:val="%5."/>
      <w:lvlJc w:val="left"/>
      <w:pPr>
        <w:ind w:left="3750" w:hanging="360"/>
      </w:pPr>
    </w:lvl>
    <w:lvl w:ilvl="5" w:tplc="0416001B" w:tentative="1">
      <w:start w:val="1"/>
      <w:numFmt w:val="lowerRoman"/>
      <w:lvlText w:val="%6."/>
      <w:lvlJc w:val="right"/>
      <w:pPr>
        <w:ind w:left="4470" w:hanging="180"/>
      </w:pPr>
    </w:lvl>
    <w:lvl w:ilvl="6" w:tplc="0416000F" w:tentative="1">
      <w:start w:val="1"/>
      <w:numFmt w:val="decimal"/>
      <w:lvlText w:val="%7."/>
      <w:lvlJc w:val="left"/>
      <w:pPr>
        <w:ind w:left="5190" w:hanging="360"/>
      </w:pPr>
    </w:lvl>
    <w:lvl w:ilvl="7" w:tplc="04160019" w:tentative="1">
      <w:start w:val="1"/>
      <w:numFmt w:val="lowerLetter"/>
      <w:lvlText w:val="%8."/>
      <w:lvlJc w:val="left"/>
      <w:pPr>
        <w:ind w:left="5910" w:hanging="360"/>
      </w:pPr>
    </w:lvl>
    <w:lvl w:ilvl="8" w:tplc="0416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17">
    <w:nsid w:val="419F4491"/>
    <w:multiLevelType w:val="multilevel"/>
    <w:tmpl w:val="53BA5DBC"/>
    <w:lvl w:ilvl="0">
      <w:start w:val="7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>
    <w:nsid w:val="48146B58"/>
    <w:multiLevelType w:val="multilevel"/>
    <w:tmpl w:val="A2029E6C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9">
    <w:nsid w:val="4A376753"/>
    <w:multiLevelType w:val="multilevel"/>
    <w:tmpl w:val="128CC556"/>
    <w:lvl w:ilvl="0">
      <w:start w:val="8"/>
      <w:numFmt w:val="decimal"/>
      <w:lvlText w:val="%1.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>
    <w:nsid w:val="4C3B48F2"/>
    <w:multiLevelType w:val="multilevel"/>
    <w:tmpl w:val="4F62D3B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1">
    <w:nsid w:val="56997503"/>
    <w:multiLevelType w:val="multilevel"/>
    <w:tmpl w:val="8E0E56CE"/>
    <w:lvl w:ilvl="0">
      <w:start w:val="1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129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22">
    <w:nsid w:val="5BC97109"/>
    <w:multiLevelType w:val="singleLevel"/>
    <w:tmpl w:val="C9BCDAD8"/>
    <w:lvl w:ilvl="0">
      <w:start w:val="1"/>
      <w:numFmt w:val="lowerRoman"/>
      <w:lvlText w:val="(%1) "/>
      <w:lvlJc w:val="left"/>
      <w:pPr>
        <w:tabs>
          <w:tab w:val="num" w:pos="1571"/>
        </w:tabs>
        <w:ind w:left="1134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23">
    <w:nsid w:val="5EEA0F13"/>
    <w:multiLevelType w:val="multilevel"/>
    <w:tmpl w:val="07D863A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995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0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5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8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45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085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360" w:hanging="2160"/>
      </w:pPr>
      <w:rPr>
        <w:rFonts w:hint="default"/>
      </w:rPr>
    </w:lvl>
  </w:abstractNum>
  <w:abstractNum w:abstractNumId="24">
    <w:nsid w:val="6777108E"/>
    <w:multiLevelType w:val="hybridMultilevel"/>
    <w:tmpl w:val="BE926C9E"/>
    <w:lvl w:ilvl="0" w:tplc="43CEC69A">
      <w:start w:val="1"/>
      <w:numFmt w:val="lowerLetter"/>
      <w:lvlText w:val="(%1)"/>
      <w:lvlJc w:val="left"/>
      <w:pPr>
        <w:ind w:left="19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640" w:hanging="360"/>
      </w:pPr>
    </w:lvl>
    <w:lvl w:ilvl="2" w:tplc="0416001B" w:tentative="1">
      <w:start w:val="1"/>
      <w:numFmt w:val="lowerRoman"/>
      <w:lvlText w:val="%3."/>
      <w:lvlJc w:val="right"/>
      <w:pPr>
        <w:ind w:left="3360" w:hanging="180"/>
      </w:pPr>
    </w:lvl>
    <w:lvl w:ilvl="3" w:tplc="0416000F" w:tentative="1">
      <w:start w:val="1"/>
      <w:numFmt w:val="decimal"/>
      <w:lvlText w:val="%4."/>
      <w:lvlJc w:val="left"/>
      <w:pPr>
        <w:ind w:left="4080" w:hanging="360"/>
      </w:pPr>
    </w:lvl>
    <w:lvl w:ilvl="4" w:tplc="04160019" w:tentative="1">
      <w:start w:val="1"/>
      <w:numFmt w:val="lowerLetter"/>
      <w:lvlText w:val="%5."/>
      <w:lvlJc w:val="left"/>
      <w:pPr>
        <w:ind w:left="4800" w:hanging="360"/>
      </w:pPr>
    </w:lvl>
    <w:lvl w:ilvl="5" w:tplc="0416001B" w:tentative="1">
      <w:start w:val="1"/>
      <w:numFmt w:val="lowerRoman"/>
      <w:lvlText w:val="%6."/>
      <w:lvlJc w:val="right"/>
      <w:pPr>
        <w:ind w:left="5520" w:hanging="180"/>
      </w:pPr>
    </w:lvl>
    <w:lvl w:ilvl="6" w:tplc="0416000F" w:tentative="1">
      <w:start w:val="1"/>
      <w:numFmt w:val="decimal"/>
      <w:lvlText w:val="%7."/>
      <w:lvlJc w:val="left"/>
      <w:pPr>
        <w:ind w:left="6240" w:hanging="360"/>
      </w:pPr>
    </w:lvl>
    <w:lvl w:ilvl="7" w:tplc="04160019" w:tentative="1">
      <w:start w:val="1"/>
      <w:numFmt w:val="lowerLetter"/>
      <w:lvlText w:val="%8."/>
      <w:lvlJc w:val="left"/>
      <w:pPr>
        <w:ind w:left="6960" w:hanging="360"/>
      </w:pPr>
    </w:lvl>
    <w:lvl w:ilvl="8" w:tplc="0416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25">
    <w:nsid w:val="74D431CF"/>
    <w:multiLevelType w:val="multilevel"/>
    <w:tmpl w:val="1E7CEED0"/>
    <w:lvl w:ilvl="0">
      <w:start w:val="2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>
    <w:nsid w:val="787D1FD6"/>
    <w:multiLevelType w:val="hybridMultilevel"/>
    <w:tmpl w:val="02829B00"/>
    <w:lvl w:ilvl="0" w:tplc="C5A4BB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8D2422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3FC3B0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DF8278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C4C5E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770F9C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BEC55F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D50EA7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89E889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7">
    <w:nsid w:val="7C807EFA"/>
    <w:multiLevelType w:val="multilevel"/>
    <w:tmpl w:val="29B42C9E"/>
    <w:lvl w:ilvl="0">
      <w:start w:val="5"/>
      <w:numFmt w:val="decimal"/>
      <w:lvlText w:val="%1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8"/>
  </w:num>
  <w:num w:numId="2">
    <w:abstractNumId w:val="9"/>
  </w:num>
  <w:num w:numId="3">
    <w:abstractNumId w:val="25"/>
  </w:num>
  <w:num w:numId="4">
    <w:abstractNumId w:val="22"/>
  </w:num>
  <w:num w:numId="5">
    <w:abstractNumId w:val="13"/>
  </w:num>
  <w:num w:numId="6">
    <w:abstractNumId w:val="19"/>
  </w:num>
  <w:num w:numId="7">
    <w:abstractNumId w:val="10"/>
  </w:num>
  <w:num w:numId="8">
    <w:abstractNumId w:val="15"/>
  </w:num>
  <w:num w:numId="9">
    <w:abstractNumId w:val="27"/>
  </w:num>
  <w:num w:numId="10">
    <w:abstractNumId w:val="4"/>
  </w:num>
  <w:num w:numId="11">
    <w:abstractNumId w:val="14"/>
  </w:num>
  <w:num w:numId="12">
    <w:abstractNumId w:val="0"/>
  </w:num>
  <w:num w:numId="13">
    <w:abstractNumId w:val="17"/>
  </w:num>
  <w:num w:numId="14">
    <w:abstractNumId w:val="20"/>
  </w:num>
  <w:num w:numId="15">
    <w:abstractNumId w:val="7"/>
  </w:num>
  <w:num w:numId="16">
    <w:abstractNumId w:val="21"/>
  </w:num>
  <w:num w:numId="17">
    <w:abstractNumId w:val="2"/>
  </w:num>
  <w:num w:numId="18">
    <w:abstractNumId w:val="3"/>
  </w:num>
  <w:num w:numId="19">
    <w:abstractNumId w:val="23"/>
  </w:num>
  <w:num w:numId="20">
    <w:abstractNumId w:val="5"/>
  </w:num>
  <w:num w:numId="21">
    <w:abstractNumId w:val="12"/>
  </w:num>
  <w:num w:numId="22">
    <w:abstractNumId w:val="11"/>
  </w:num>
  <w:num w:numId="23">
    <w:abstractNumId w:val="24"/>
  </w:num>
  <w:num w:numId="24">
    <w:abstractNumId w:val="16"/>
  </w:num>
  <w:num w:numId="25">
    <w:abstractNumId w:val="6"/>
  </w:num>
  <w:num w:numId="26">
    <w:abstractNumId w:val="26"/>
  </w:num>
  <w:num w:numId="27">
    <w:abstractNumId w:val="1"/>
  </w:num>
  <w:num w:numId="28">
    <w:abstractNumId w:val="8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activeWritingStyle w:appName="MSWord" w:lang="en-US" w:vendorID="64" w:dllVersion="131078" w:nlCheck="1" w:checkStyle="1"/>
  <w:activeWritingStyle w:appName="MSWord" w:lang="pt-BR" w:vendorID="64" w:dllVersion="131078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B73E0"/>
    <w:rsid w:val="000068B0"/>
    <w:rsid w:val="00013C58"/>
    <w:rsid w:val="0001609B"/>
    <w:rsid w:val="000205FC"/>
    <w:rsid w:val="00032F87"/>
    <w:rsid w:val="000351AE"/>
    <w:rsid w:val="000372BA"/>
    <w:rsid w:val="00041E29"/>
    <w:rsid w:val="0004784E"/>
    <w:rsid w:val="000560C5"/>
    <w:rsid w:val="00073FD8"/>
    <w:rsid w:val="000866FA"/>
    <w:rsid w:val="000874EC"/>
    <w:rsid w:val="000970B6"/>
    <w:rsid w:val="000A39E5"/>
    <w:rsid w:val="000B1681"/>
    <w:rsid w:val="000C0D93"/>
    <w:rsid w:val="000C67BE"/>
    <w:rsid w:val="000D04C7"/>
    <w:rsid w:val="000D4B94"/>
    <w:rsid w:val="000D60C6"/>
    <w:rsid w:val="000E5E58"/>
    <w:rsid w:val="000F19A8"/>
    <w:rsid w:val="000F7516"/>
    <w:rsid w:val="00100388"/>
    <w:rsid w:val="0010657C"/>
    <w:rsid w:val="001067BB"/>
    <w:rsid w:val="00110B22"/>
    <w:rsid w:val="00114AF7"/>
    <w:rsid w:val="00117C12"/>
    <w:rsid w:val="00126204"/>
    <w:rsid w:val="00131853"/>
    <w:rsid w:val="001359DE"/>
    <w:rsid w:val="0013746B"/>
    <w:rsid w:val="001507B1"/>
    <w:rsid w:val="00150BE9"/>
    <w:rsid w:val="001524A7"/>
    <w:rsid w:val="001530AE"/>
    <w:rsid w:val="0015642E"/>
    <w:rsid w:val="001610A6"/>
    <w:rsid w:val="00162408"/>
    <w:rsid w:val="00164189"/>
    <w:rsid w:val="001655A8"/>
    <w:rsid w:val="0017190C"/>
    <w:rsid w:val="00172B50"/>
    <w:rsid w:val="00174B28"/>
    <w:rsid w:val="0018557F"/>
    <w:rsid w:val="00192F5E"/>
    <w:rsid w:val="0019548F"/>
    <w:rsid w:val="00196F45"/>
    <w:rsid w:val="001A4EA1"/>
    <w:rsid w:val="001B1094"/>
    <w:rsid w:val="001B5DEF"/>
    <w:rsid w:val="001C0590"/>
    <w:rsid w:val="001C42D8"/>
    <w:rsid w:val="001C7525"/>
    <w:rsid w:val="001D2C40"/>
    <w:rsid w:val="001D58C4"/>
    <w:rsid w:val="001E659B"/>
    <w:rsid w:val="001E71EF"/>
    <w:rsid w:val="001F1839"/>
    <w:rsid w:val="00203FB1"/>
    <w:rsid w:val="00205628"/>
    <w:rsid w:val="00210540"/>
    <w:rsid w:val="00220075"/>
    <w:rsid w:val="00227C06"/>
    <w:rsid w:val="0023078A"/>
    <w:rsid w:val="00230E20"/>
    <w:rsid w:val="00242A01"/>
    <w:rsid w:val="00242ABA"/>
    <w:rsid w:val="0024609A"/>
    <w:rsid w:val="00252DD3"/>
    <w:rsid w:val="002546D5"/>
    <w:rsid w:val="002615AC"/>
    <w:rsid w:val="002619C3"/>
    <w:rsid w:val="00271CFC"/>
    <w:rsid w:val="00272077"/>
    <w:rsid w:val="002963ED"/>
    <w:rsid w:val="00296AD0"/>
    <w:rsid w:val="0029707C"/>
    <w:rsid w:val="002A1DCB"/>
    <w:rsid w:val="002A34CE"/>
    <w:rsid w:val="002A3951"/>
    <w:rsid w:val="002B16F1"/>
    <w:rsid w:val="002B2B26"/>
    <w:rsid w:val="002B3482"/>
    <w:rsid w:val="002B4BBE"/>
    <w:rsid w:val="002B5059"/>
    <w:rsid w:val="002B7F02"/>
    <w:rsid w:val="002C48CB"/>
    <w:rsid w:val="002C7C2A"/>
    <w:rsid w:val="002D34CD"/>
    <w:rsid w:val="002E6174"/>
    <w:rsid w:val="002F24AF"/>
    <w:rsid w:val="00305318"/>
    <w:rsid w:val="00306ED3"/>
    <w:rsid w:val="00322952"/>
    <w:rsid w:val="003274D8"/>
    <w:rsid w:val="003302D7"/>
    <w:rsid w:val="00331A0D"/>
    <w:rsid w:val="003342B2"/>
    <w:rsid w:val="00337087"/>
    <w:rsid w:val="003373FC"/>
    <w:rsid w:val="00347B5D"/>
    <w:rsid w:val="00351899"/>
    <w:rsid w:val="00357D1A"/>
    <w:rsid w:val="003621D5"/>
    <w:rsid w:val="00373861"/>
    <w:rsid w:val="00375EA1"/>
    <w:rsid w:val="0037671B"/>
    <w:rsid w:val="00386C0D"/>
    <w:rsid w:val="00392D7C"/>
    <w:rsid w:val="003A3295"/>
    <w:rsid w:val="003A428B"/>
    <w:rsid w:val="003A556E"/>
    <w:rsid w:val="003B49E2"/>
    <w:rsid w:val="003C36B6"/>
    <w:rsid w:val="003D0D80"/>
    <w:rsid w:val="003D53B3"/>
    <w:rsid w:val="003F0F92"/>
    <w:rsid w:val="003F1CD1"/>
    <w:rsid w:val="00407CB4"/>
    <w:rsid w:val="00411148"/>
    <w:rsid w:val="004145A2"/>
    <w:rsid w:val="00425C22"/>
    <w:rsid w:val="00425D17"/>
    <w:rsid w:val="004322CC"/>
    <w:rsid w:val="00433975"/>
    <w:rsid w:val="00446A91"/>
    <w:rsid w:val="0046533A"/>
    <w:rsid w:val="00476C68"/>
    <w:rsid w:val="0048390D"/>
    <w:rsid w:val="00484994"/>
    <w:rsid w:val="004856E8"/>
    <w:rsid w:val="0049614C"/>
    <w:rsid w:val="004961CA"/>
    <w:rsid w:val="004B4843"/>
    <w:rsid w:val="004B563F"/>
    <w:rsid w:val="004C0F2D"/>
    <w:rsid w:val="004C0FDD"/>
    <w:rsid w:val="004D451C"/>
    <w:rsid w:val="004D7E6F"/>
    <w:rsid w:val="004E4BD2"/>
    <w:rsid w:val="004E6EBD"/>
    <w:rsid w:val="005034C1"/>
    <w:rsid w:val="0050761F"/>
    <w:rsid w:val="0051203D"/>
    <w:rsid w:val="0051295E"/>
    <w:rsid w:val="00512C02"/>
    <w:rsid w:val="005134C8"/>
    <w:rsid w:val="00517CF9"/>
    <w:rsid w:val="00534361"/>
    <w:rsid w:val="005343E1"/>
    <w:rsid w:val="005355E3"/>
    <w:rsid w:val="005507D4"/>
    <w:rsid w:val="0055132F"/>
    <w:rsid w:val="005543BD"/>
    <w:rsid w:val="00555E3E"/>
    <w:rsid w:val="005624EA"/>
    <w:rsid w:val="00571481"/>
    <w:rsid w:val="00573792"/>
    <w:rsid w:val="00577B63"/>
    <w:rsid w:val="00586B29"/>
    <w:rsid w:val="005A0B09"/>
    <w:rsid w:val="005A1BBD"/>
    <w:rsid w:val="005A2656"/>
    <w:rsid w:val="005B68C7"/>
    <w:rsid w:val="005B7E0C"/>
    <w:rsid w:val="005C0E66"/>
    <w:rsid w:val="005D4052"/>
    <w:rsid w:val="005E6A8D"/>
    <w:rsid w:val="00601EF0"/>
    <w:rsid w:val="00606917"/>
    <w:rsid w:val="00617299"/>
    <w:rsid w:val="00617588"/>
    <w:rsid w:val="00625420"/>
    <w:rsid w:val="006313BA"/>
    <w:rsid w:val="00636782"/>
    <w:rsid w:val="006369DA"/>
    <w:rsid w:val="00637B28"/>
    <w:rsid w:val="00643D82"/>
    <w:rsid w:val="00647B1C"/>
    <w:rsid w:val="00655E92"/>
    <w:rsid w:val="00655F77"/>
    <w:rsid w:val="00663D78"/>
    <w:rsid w:val="00666CB5"/>
    <w:rsid w:val="006722F6"/>
    <w:rsid w:val="0067430A"/>
    <w:rsid w:val="00682876"/>
    <w:rsid w:val="006867D4"/>
    <w:rsid w:val="00695782"/>
    <w:rsid w:val="00697179"/>
    <w:rsid w:val="006B06B9"/>
    <w:rsid w:val="006B5A09"/>
    <w:rsid w:val="006C1F5F"/>
    <w:rsid w:val="006D35E1"/>
    <w:rsid w:val="006E6489"/>
    <w:rsid w:val="006F7FC9"/>
    <w:rsid w:val="00711883"/>
    <w:rsid w:val="00712B03"/>
    <w:rsid w:val="00717259"/>
    <w:rsid w:val="007232F1"/>
    <w:rsid w:val="00723B03"/>
    <w:rsid w:val="00744822"/>
    <w:rsid w:val="007456F5"/>
    <w:rsid w:val="007574E4"/>
    <w:rsid w:val="00785C95"/>
    <w:rsid w:val="00786256"/>
    <w:rsid w:val="007961C7"/>
    <w:rsid w:val="007A0ED7"/>
    <w:rsid w:val="007A59D3"/>
    <w:rsid w:val="007B73E0"/>
    <w:rsid w:val="007C4BF8"/>
    <w:rsid w:val="007C769A"/>
    <w:rsid w:val="007D14C7"/>
    <w:rsid w:val="007E0A9B"/>
    <w:rsid w:val="007F5A9A"/>
    <w:rsid w:val="00803EB6"/>
    <w:rsid w:val="008104C3"/>
    <w:rsid w:val="00811E6C"/>
    <w:rsid w:val="008267CD"/>
    <w:rsid w:val="0083639D"/>
    <w:rsid w:val="008425F8"/>
    <w:rsid w:val="008433B2"/>
    <w:rsid w:val="008453F2"/>
    <w:rsid w:val="008465FA"/>
    <w:rsid w:val="00846B8D"/>
    <w:rsid w:val="008559B8"/>
    <w:rsid w:val="008560AE"/>
    <w:rsid w:val="00856AC3"/>
    <w:rsid w:val="00860C27"/>
    <w:rsid w:val="00873FA7"/>
    <w:rsid w:val="008802AD"/>
    <w:rsid w:val="00881E4B"/>
    <w:rsid w:val="0088486C"/>
    <w:rsid w:val="00891C14"/>
    <w:rsid w:val="00895027"/>
    <w:rsid w:val="008A5B94"/>
    <w:rsid w:val="008B0033"/>
    <w:rsid w:val="008B2A96"/>
    <w:rsid w:val="008B3AA0"/>
    <w:rsid w:val="008B62B8"/>
    <w:rsid w:val="008C5BB4"/>
    <w:rsid w:val="008C6A00"/>
    <w:rsid w:val="008F046D"/>
    <w:rsid w:val="008F283E"/>
    <w:rsid w:val="008F4C45"/>
    <w:rsid w:val="008F672D"/>
    <w:rsid w:val="00905D7B"/>
    <w:rsid w:val="00916B65"/>
    <w:rsid w:val="00942FA3"/>
    <w:rsid w:val="00943396"/>
    <w:rsid w:val="00943CC8"/>
    <w:rsid w:val="00952239"/>
    <w:rsid w:val="009536F1"/>
    <w:rsid w:val="009574C5"/>
    <w:rsid w:val="00964B55"/>
    <w:rsid w:val="00970728"/>
    <w:rsid w:val="00970C80"/>
    <w:rsid w:val="00973FB1"/>
    <w:rsid w:val="0097717E"/>
    <w:rsid w:val="00987CA8"/>
    <w:rsid w:val="0099113C"/>
    <w:rsid w:val="009A3102"/>
    <w:rsid w:val="009A4864"/>
    <w:rsid w:val="009C2890"/>
    <w:rsid w:val="009D3C65"/>
    <w:rsid w:val="009D5BEF"/>
    <w:rsid w:val="009D75B5"/>
    <w:rsid w:val="009E6A2B"/>
    <w:rsid w:val="009F2308"/>
    <w:rsid w:val="00A07166"/>
    <w:rsid w:val="00A40D8E"/>
    <w:rsid w:val="00A45E26"/>
    <w:rsid w:val="00A47397"/>
    <w:rsid w:val="00A52086"/>
    <w:rsid w:val="00A60A6A"/>
    <w:rsid w:val="00A63D7C"/>
    <w:rsid w:val="00A73E2A"/>
    <w:rsid w:val="00A900D2"/>
    <w:rsid w:val="00A9477B"/>
    <w:rsid w:val="00A947D8"/>
    <w:rsid w:val="00AA71FA"/>
    <w:rsid w:val="00AA773E"/>
    <w:rsid w:val="00AB23BA"/>
    <w:rsid w:val="00AB43D7"/>
    <w:rsid w:val="00AB6DCD"/>
    <w:rsid w:val="00AC200B"/>
    <w:rsid w:val="00AC22CE"/>
    <w:rsid w:val="00AC4404"/>
    <w:rsid w:val="00AC6D94"/>
    <w:rsid w:val="00AD53A2"/>
    <w:rsid w:val="00AD5FB8"/>
    <w:rsid w:val="00AE519F"/>
    <w:rsid w:val="00AF07D3"/>
    <w:rsid w:val="00AF67B4"/>
    <w:rsid w:val="00B01C1A"/>
    <w:rsid w:val="00B039EE"/>
    <w:rsid w:val="00B16117"/>
    <w:rsid w:val="00B23459"/>
    <w:rsid w:val="00B23F96"/>
    <w:rsid w:val="00B3066B"/>
    <w:rsid w:val="00B313C9"/>
    <w:rsid w:val="00B34443"/>
    <w:rsid w:val="00B3664A"/>
    <w:rsid w:val="00B42479"/>
    <w:rsid w:val="00B42CD1"/>
    <w:rsid w:val="00B430E2"/>
    <w:rsid w:val="00B468AB"/>
    <w:rsid w:val="00B600A8"/>
    <w:rsid w:val="00B603B7"/>
    <w:rsid w:val="00B73F32"/>
    <w:rsid w:val="00B815E4"/>
    <w:rsid w:val="00B81920"/>
    <w:rsid w:val="00B87E9F"/>
    <w:rsid w:val="00BA1A9F"/>
    <w:rsid w:val="00BA1C67"/>
    <w:rsid w:val="00BA7248"/>
    <w:rsid w:val="00BA7AF5"/>
    <w:rsid w:val="00BB52BA"/>
    <w:rsid w:val="00BC03E6"/>
    <w:rsid w:val="00BC1FEA"/>
    <w:rsid w:val="00BE5C99"/>
    <w:rsid w:val="00BF5F3C"/>
    <w:rsid w:val="00C04B44"/>
    <w:rsid w:val="00C06076"/>
    <w:rsid w:val="00C17A44"/>
    <w:rsid w:val="00C252E1"/>
    <w:rsid w:val="00C37008"/>
    <w:rsid w:val="00C419F7"/>
    <w:rsid w:val="00C51ACD"/>
    <w:rsid w:val="00C53C15"/>
    <w:rsid w:val="00C62D78"/>
    <w:rsid w:val="00C7339B"/>
    <w:rsid w:val="00C815B9"/>
    <w:rsid w:val="00C8347E"/>
    <w:rsid w:val="00C8637E"/>
    <w:rsid w:val="00C9617C"/>
    <w:rsid w:val="00CA5037"/>
    <w:rsid w:val="00CB13FF"/>
    <w:rsid w:val="00CC2DAD"/>
    <w:rsid w:val="00CF0104"/>
    <w:rsid w:val="00CF09B4"/>
    <w:rsid w:val="00CF6140"/>
    <w:rsid w:val="00D00034"/>
    <w:rsid w:val="00D023C6"/>
    <w:rsid w:val="00D03D9E"/>
    <w:rsid w:val="00D0638A"/>
    <w:rsid w:val="00D06B22"/>
    <w:rsid w:val="00D06F57"/>
    <w:rsid w:val="00D07332"/>
    <w:rsid w:val="00D0799E"/>
    <w:rsid w:val="00D13F1E"/>
    <w:rsid w:val="00D3601A"/>
    <w:rsid w:val="00D36305"/>
    <w:rsid w:val="00D40A24"/>
    <w:rsid w:val="00D46A4A"/>
    <w:rsid w:val="00D61DBF"/>
    <w:rsid w:val="00D6219B"/>
    <w:rsid w:val="00D63F3E"/>
    <w:rsid w:val="00D662EC"/>
    <w:rsid w:val="00D6665E"/>
    <w:rsid w:val="00D8174F"/>
    <w:rsid w:val="00D837EC"/>
    <w:rsid w:val="00D93EC2"/>
    <w:rsid w:val="00D96CBD"/>
    <w:rsid w:val="00D97233"/>
    <w:rsid w:val="00DA2FB1"/>
    <w:rsid w:val="00DA36B1"/>
    <w:rsid w:val="00DA7425"/>
    <w:rsid w:val="00DA76AC"/>
    <w:rsid w:val="00DB4D36"/>
    <w:rsid w:val="00DC2597"/>
    <w:rsid w:val="00DC46C3"/>
    <w:rsid w:val="00DC4C65"/>
    <w:rsid w:val="00DD2FF7"/>
    <w:rsid w:val="00DD7CFB"/>
    <w:rsid w:val="00DF17B4"/>
    <w:rsid w:val="00DF42D5"/>
    <w:rsid w:val="00DF4B26"/>
    <w:rsid w:val="00E02D1D"/>
    <w:rsid w:val="00E03BD3"/>
    <w:rsid w:val="00E06D53"/>
    <w:rsid w:val="00E15607"/>
    <w:rsid w:val="00E240F2"/>
    <w:rsid w:val="00E248EC"/>
    <w:rsid w:val="00E24C57"/>
    <w:rsid w:val="00E37A23"/>
    <w:rsid w:val="00E50724"/>
    <w:rsid w:val="00E54A33"/>
    <w:rsid w:val="00E657D2"/>
    <w:rsid w:val="00E66191"/>
    <w:rsid w:val="00E74634"/>
    <w:rsid w:val="00E746C6"/>
    <w:rsid w:val="00E752CB"/>
    <w:rsid w:val="00E81F88"/>
    <w:rsid w:val="00E821AC"/>
    <w:rsid w:val="00E8411B"/>
    <w:rsid w:val="00E9338F"/>
    <w:rsid w:val="00E97F52"/>
    <w:rsid w:val="00EA5003"/>
    <w:rsid w:val="00EA5E63"/>
    <w:rsid w:val="00EB68E9"/>
    <w:rsid w:val="00ED5F68"/>
    <w:rsid w:val="00EE179D"/>
    <w:rsid w:val="00EE6853"/>
    <w:rsid w:val="00EF6CED"/>
    <w:rsid w:val="00F036E3"/>
    <w:rsid w:val="00F047AF"/>
    <w:rsid w:val="00F05F66"/>
    <w:rsid w:val="00F22098"/>
    <w:rsid w:val="00F30BF7"/>
    <w:rsid w:val="00F450B5"/>
    <w:rsid w:val="00F46D9E"/>
    <w:rsid w:val="00F47605"/>
    <w:rsid w:val="00F57A48"/>
    <w:rsid w:val="00F57AC7"/>
    <w:rsid w:val="00F63CDD"/>
    <w:rsid w:val="00F70340"/>
    <w:rsid w:val="00F73EBB"/>
    <w:rsid w:val="00F74F05"/>
    <w:rsid w:val="00F76528"/>
    <w:rsid w:val="00F776C6"/>
    <w:rsid w:val="00F80495"/>
    <w:rsid w:val="00F831F9"/>
    <w:rsid w:val="00F859B9"/>
    <w:rsid w:val="00F93C81"/>
    <w:rsid w:val="00F940FF"/>
    <w:rsid w:val="00FB77C0"/>
    <w:rsid w:val="00FC19FD"/>
    <w:rsid w:val="00FC441D"/>
    <w:rsid w:val="00FD4DFD"/>
    <w:rsid w:val="00FD60BB"/>
    <w:rsid w:val="00FE20B8"/>
    <w:rsid w:val="00FE7376"/>
    <w:rsid w:val="00FF537B"/>
    <w:rsid w:val="00FF5E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E3231AE6-C73E-4BAF-936B-625DCF22EB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81920"/>
    <w:rPr>
      <w:sz w:val="24"/>
      <w:szCs w:val="24"/>
    </w:rPr>
  </w:style>
  <w:style w:type="paragraph" w:styleId="Cabealho2">
    <w:name w:val="heading 2"/>
    <w:basedOn w:val="Normal"/>
    <w:next w:val="Normal"/>
    <w:link w:val="Cabealho2Carter"/>
    <w:rsid w:val="008B3AA0"/>
    <w:pPr>
      <w:keepNext/>
      <w:suppressAutoHyphens/>
      <w:autoSpaceDN w:val="0"/>
      <w:spacing w:before="240" w:after="60" w:line="276" w:lineRule="auto"/>
      <w:textAlignment w:val="baseline"/>
      <w:outlineLvl w:val="1"/>
    </w:pPr>
    <w:rPr>
      <w:rFonts w:ascii="Cambria" w:hAnsi="Cambria"/>
      <w:b/>
      <w:bCs/>
      <w:i/>
      <w:iCs/>
      <w:sz w:val="28"/>
      <w:szCs w:val="28"/>
      <w:lang w:eastAsia="en-US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elha">
    <w:name w:val="Table Grid"/>
    <w:basedOn w:val="Tabelanormal"/>
    <w:rsid w:val="00110B2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bealho">
    <w:name w:val="header"/>
    <w:basedOn w:val="Normal"/>
    <w:rsid w:val="00B81920"/>
    <w:pPr>
      <w:tabs>
        <w:tab w:val="center" w:pos="4419"/>
        <w:tab w:val="right" w:pos="8838"/>
      </w:tabs>
    </w:pPr>
  </w:style>
  <w:style w:type="paragraph" w:styleId="Rodap">
    <w:name w:val="footer"/>
    <w:basedOn w:val="Normal"/>
    <w:link w:val="RodapCarter"/>
    <w:uiPriority w:val="99"/>
    <w:rsid w:val="00B81920"/>
    <w:pPr>
      <w:tabs>
        <w:tab w:val="center" w:pos="4419"/>
        <w:tab w:val="right" w:pos="8838"/>
      </w:tabs>
    </w:pPr>
  </w:style>
  <w:style w:type="character" w:styleId="Hiperligao">
    <w:name w:val="Hyperlink"/>
    <w:basedOn w:val="Tipodeletrapredefinidodopargrafo"/>
    <w:rsid w:val="00B81920"/>
    <w:rPr>
      <w:color w:val="0000FF"/>
      <w:u w:val="single"/>
    </w:rPr>
  </w:style>
  <w:style w:type="paragraph" w:styleId="NormalWeb">
    <w:name w:val="Normal (Web)"/>
    <w:basedOn w:val="Normal"/>
    <w:rsid w:val="002C7C2A"/>
    <w:pPr>
      <w:spacing w:before="100" w:beforeAutospacing="1" w:after="100" w:afterAutospacing="1"/>
    </w:pPr>
  </w:style>
  <w:style w:type="character" w:styleId="Forte">
    <w:name w:val="Strong"/>
    <w:basedOn w:val="Tipodeletrapredefinidodopargrafo"/>
    <w:qFormat/>
    <w:rsid w:val="002C7C2A"/>
    <w:rPr>
      <w:b/>
      <w:bCs/>
    </w:rPr>
  </w:style>
  <w:style w:type="character" w:customStyle="1" w:styleId="txt1">
    <w:name w:val="txt1"/>
    <w:basedOn w:val="Tipodeletrapredefinidodopargrafo"/>
    <w:rsid w:val="002C7C2A"/>
    <w:rPr>
      <w:rFonts w:ascii="Verdana" w:hAnsi="Verdana" w:hint="default"/>
      <w:strike w:val="0"/>
      <w:dstrike w:val="0"/>
      <w:color w:val="000000"/>
      <w:sz w:val="15"/>
      <w:szCs w:val="15"/>
      <w:u w:val="none"/>
      <w:effect w:val="none"/>
    </w:rPr>
  </w:style>
  <w:style w:type="paragraph" w:styleId="HTMLpr-formatado">
    <w:name w:val="HTML Preformatted"/>
    <w:basedOn w:val="Normal"/>
    <w:rsid w:val="0057148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vanodecorpodetexto">
    <w:name w:val="Body Text Indent"/>
    <w:basedOn w:val="Normal"/>
    <w:rsid w:val="00697179"/>
    <w:pPr>
      <w:widowControl w:val="0"/>
      <w:tabs>
        <w:tab w:val="left" w:pos="851"/>
        <w:tab w:val="left" w:pos="900"/>
        <w:tab w:val="left" w:pos="1800"/>
        <w:tab w:val="left" w:pos="2700"/>
        <w:tab w:val="left" w:pos="3600"/>
        <w:tab w:val="left" w:pos="4500"/>
        <w:tab w:val="left" w:pos="5400"/>
        <w:tab w:val="left" w:pos="6300"/>
        <w:tab w:val="left" w:pos="7200"/>
        <w:tab w:val="left" w:pos="8100"/>
        <w:tab w:val="left" w:pos="9000"/>
      </w:tabs>
      <w:ind w:left="851" w:hanging="851"/>
      <w:jc w:val="both"/>
    </w:pPr>
    <w:rPr>
      <w:sz w:val="28"/>
      <w:szCs w:val="20"/>
    </w:rPr>
  </w:style>
  <w:style w:type="paragraph" w:styleId="Avanodecorpodetexto3">
    <w:name w:val="Body Text Indent 3"/>
    <w:basedOn w:val="Normal"/>
    <w:rsid w:val="00697179"/>
    <w:pPr>
      <w:spacing w:after="120"/>
      <w:ind w:left="283"/>
    </w:pPr>
    <w:rPr>
      <w:sz w:val="16"/>
      <w:szCs w:val="16"/>
    </w:rPr>
  </w:style>
  <w:style w:type="paragraph" w:styleId="Corpodetexto">
    <w:name w:val="Body Text"/>
    <w:basedOn w:val="Normal"/>
    <w:rsid w:val="00697179"/>
    <w:pPr>
      <w:spacing w:after="120"/>
    </w:pPr>
  </w:style>
  <w:style w:type="paragraph" w:styleId="Corpodetexto3">
    <w:name w:val="Body Text 3"/>
    <w:basedOn w:val="Normal"/>
    <w:rsid w:val="00697179"/>
    <w:pPr>
      <w:spacing w:after="120"/>
    </w:pPr>
    <w:rPr>
      <w:sz w:val="16"/>
      <w:szCs w:val="16"/>
    </w:rPr>
  </w:style>
  <w:style w:type="paragraph" w:styleId="PargrafodaLista">
    <w:name w:val="List Paragraph"/>
    <w:basedOn w:val="Normal"/>
    <w:uiPriority w:val="34"/>
    <w:qFormat/>
    <w:rsid w:val="00DB4D36"/>
    <w:pPr>
      <w:ind w:left="708"/>
    </w:pPr>
  </w:style>
  <w:style w:type="paragraph" w:styleId="Textosimples">
    <w:name w:val="Plain Text"/>
    <w:basedOn w:val="Normal"/>
    <w:link w:val="TextosimplesCarter"/>
    <w:uiPriority w:val="99"/>
    <w:unhideWhenUsed/>
    <w:rsid w:val="00601EF0"/>
    <w:rPr>
      <w:rFonts w:ascii="Consolas" w:eastAsia="Calibri" w:hAnsi="Consolas"/>
      <w:sz w:val="21"/>
      <w:szCs w:val="21"/>
      <w:lang w:eastAsia="en-US"/>
    </w:rPr>
  </w:style>
  <w:style w:type="character" w:customStyle="1" w:styleId="TextosimplesCarter">
    <w:name w:val="Texto simples Caráter"/>
    <w:basedOn w:val="Tipodeletrapredefinidodopargrafo"/>
    <w:link w:val="Textosimples"/>
    <w:uiPriority w:val="99"/>
    <w:rsid w:val="00601EF0"/>
    <w:rPr>
      <w:rFonts w:ascii="Consolas" w:eastAsia="Calibri" w:hAnsi="Consolas" w:cs="Times New Roman"/>
      <w:sz w:val="21"/>
      <w:szCs w:val="21"/>
      <w:lang w:eastAsia="en-US"/>
    </w:rPr>
  </w:style>
  <w:style w:type="character" w:customStyle="1" w:styleId="RodapCarter">
    <w:name w:val="Rodapé Caráter"/>
    <w:basedOn w:val="Tipodeletrapredefinidodopargrafo"/>
    <w:link w:val="Rodap"/>
    <w:uiPriority w:val="99"/>
    <w:rsid w:val="00D61DBF"/>
    <w:rPr>
      <w:sz w:val="24"/>
      <w:szCs w:val="24"/>
    </w:rPr>
  </w:style>
  <w:style w:type="paragraph" w:styleId="Textodebalo">
    <w:name w:val="Balloon Text"/>
    <w:basedOn w:val="Normal"/>
    <w:link w:val="TextodebaloCarter"/>
    <w:rsid w:val="00F70340"/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basedOn w:val="Tipodeletrapredefinidodopargrafo"/>
    <w:link w:val="Textodebalo"/>
    <w:rsid w:val="00F70340"/>
    <w:rPr>
      <w:rFonts w:ascii="Tahoma" w:hAnsi="Tahoma" w:cs="Tahoma"/>
      <w:sz w:val="16"/>
      <w:szCs w:val="16"/>
    </w:rPr>
  </w:style>
  <w:style w:type="character" w:customStyle="1" w:styleId="Cabealho2Carter">
    <w:name w:val="Cabeçalho 2 Caráter"/>
    <w:basedOn w:val="Tipodeletrapredefinidodopargrafo"/>
    <w:link w:val="Cabealho2"/>
    <w:rsid w:val="008B3AA0"/>
    <w:rPr>
      <w:rFonts w:ascii="Cambria" w:hAnsi="Cambria"/>
      <w:b/>
      <w:bCs/>
      <w:i/>
      <w:iCs/>
      <w:sz w:val="28"/>
      <w:szCs w:val="28"/>
      <w:lang w:eastAsia="en-US"/>
    </w:rPr>
  </w:style>
  <w:style w:type="paragraph" w:customStyle="1" w:styleId="TitTese">
    <w:name w:val="_TitTese"/>
    <w:basedOn w:val="Normal"/>
    <w:rsid w:val="008B3AA0"/>
    <w:pPr>
      <w:suppressAutoHyphens/>
      <w:autoSpaceDN w:val="0"/>
      <w:spacing w:before="360" w:after="240"/>
      <w:jc w:val="both"/>
      <w:textAlignment w:val="baseline"/>
    </w:pPr>
    <w:rPr>
      <w:rFonts w:ascii="Arial" w:hAnsi="Arial" w:cs="Arial"/>
      <w:b/>
    </w:rPr>
  </w:style>
  <w:style w:type="paragraph" w:customStyle="1" w:styleId="CitadoTese">
    <w:name w:val="_CitadoTese"/>
    <w:basedOn w:val="Normal"/>
    <w:rsid w:val="008B3AA0"/>
    <w:pPr>
      <w:suppressAutoHyphens/>
      <w:autoSpaceDE w:val="0"/>
      <w:autoSpaceDN w:val="0"/>
      <w:spacing w:after="360" w:line="276" w:lineRule="auto"/>
      <w:ind w:left="2552"/>
      <w:jc w:val="both"/>
      <w:textAlignment w:val="baseline"/>
    </w:pPr>
    <w:rPr>
      <w:rFonts w:ascii="Arial" w:hAnsi="Arial" w:cs="Arial"/>
    </w:rPr>
  </w:style>
  <w:style w:type="paragraph" w:customStyle="1" w:styleId="PadraoTese">
    <w:name w:val="__PadraoTese"/>
    <w:basedOn w:val="Normal"/>
    <w:rsid w:val="008B3AA0"/>
    <w:pPr>
      <w:suppressAutoHyphens/>
      <w:autoSpaceDN w:val="0"/>
      <w:spacing w:after="240" w:line="360" w:lineRule="auto"/>
      <w:ind w:left="170" w:firstLine="567"/>
      <w:jc w:val="both"/>
      <w:textAlignment w:val="baseline"/>
    </w:pPr>
    <w:rPr>
      <w:rFonts w:ascii="Arial" w:hAnsi="Arial" w:cs="Arial"/>
    </w:rPr>
  </w:style>
  <w:style w:type="paragraph" w:customStyle="1" w:styleId="unnamed1">
    <w:name w:val="unnamed1"/>
    <w:basedOn w:val="Normal"/>
    <w:rsid w:val="008B3AA0"/>
    <w:pPr>
      <w:suppressAutoHyphens/>
      <w:autoSpaceDN w:val="0"/>
      <w:spacing w:before="100" w:after="100" w:line="480" w:lineRule="atLeast"/>
      <w:textAlignment w:val="baseline"/>
    </w:pPr>
    <w:rPr>
      <w:sz w:val="26"/>
      <w:szCs w:val="26"/>
    </w:rPr>
  </w:style>
  <w:style w:type="paragraph" w:styleId="Textodenotadefim">
    <w:name w:val="endnote text"/>
    <w:basedOn w:val="Normal"/>
    <w:link w:val="TextodenotadefimCarter"/>
    <w:unhideWhenUsed/>
    <w:rsid w:val="00D03D9E"/>
  </w:style>
  <w:style w:type="character" w:customStyle="1" w:styleId="TextodenotadefimCarter">
    <w:name w:val="Texto de nota de fim Caráter"/>
    <w:basedOn w:val="Tipodeletrapredefinidodopargrafo"/>
    <w:link w:val="Textodenotadefim"/>
    <w:rsid w:val="00D03D9E"/>
    <w:rPr>
      <w:sz w:val="24"/>
      <w:szCs w:val="24"/>
    </w:rPr>
  </w:style>
  <w:style w:type="character" w:styleId="Refdenotadefim">
    <w:name w:val="endnote reference"/>
    <w:basedOn w:val="Tipodeletrapredefinidodopargrafo"/>
    <w:unhideWhenUsed/>
    <w:rsid w:val="00D03D9E"/>
    <w:rPr>
      <w:vertAlign w:val="superscript"/>
    </w:rPr>
  </w:style>
  <w:style w:type="table" w:customStyle="1" w:styleId="Estilo1">
    <w:name w:val="Estilo1"/>
    <w:basedOn w:val="Tabelacontempornea"/>
    <w:uiPriority w:val="99"/>
    <w:qFormat/>
    <w:rsid w:val="00EA5E63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acontempornea">
    <w:name w:val="Table Contemporary"/>
    <w:basedOn w:val="Tabelanormal"/>
    <w:semiHidden/>
    <w:unhideWhenUsed/>
    <w:rsid w:val="00EA5E63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4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300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41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22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75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1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073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89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276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329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884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157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47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813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10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840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2102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05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9061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203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074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463043">
          <w:marLeft w:val="547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921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235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056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997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47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260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228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66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94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091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811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9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9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193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802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189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271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70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010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011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80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98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773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128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32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616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223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074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824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488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481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093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81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34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193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518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534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168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227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991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362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29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25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304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115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540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8386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018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630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661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003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0280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773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63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998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5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34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988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775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989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789914">
          <w:marLeft w:val="547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013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60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99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6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77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498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3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34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52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923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538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583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14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73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051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94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089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84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116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26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520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969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761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14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06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34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452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525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52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715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675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166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767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249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542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609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1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8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533425">
          <w:marLeft w:val="547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869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35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064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993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455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376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3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931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364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69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598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4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6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79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627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778321">
          <w:marLeft w:val="547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952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341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254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734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670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108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420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97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719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1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13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39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639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488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178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00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eus%20documentos\IC_modeloI.dot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B0BE8A-C4D6-4A80-9707-888BF4AE13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IC_modeloI</Template>
  <TotalTime>49</TotalTime>
  <Pages>3</Pages>
  <Words>643</Words>
  <Characters>3473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Informações pessoais</vt:lpstr>
    </vt:vector>
  </TitlesOfParts>
  <Company/>
  <LinksUpToDate>false</LinksUpToDate>
  <CharactersWithSpaces>4108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Informações pessoais</dc:title>
  <dc:creator>Dilermando</dc:creator>
  <cp:lastModifiedBy>Cheyenne</cp:lastModifiedBy>
  <cp:revision>22</cp:revision>
  <cp:lastPrinted>2014-07-13T22:55:00Z</cp:lastPrinted>
  <dcterms:created xsi:type="dcterms:W3CDTF">2014-08-04T10:06:00Z</dcterms:created>
  <dcterms:modified xsi:type="dcterms:W3CDTF">2014-09-08T19:51:00Z</dcterms:modified>
</cp:coreProperties>
</file>